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2B9A300E" w14:textId="42010A96" w:rsidR="00324B00" w:rsidRDefault="00DD65D5" w:rsidP="00076875">
            <w:pPr>
              <w:jc w:val="center"/>
              <w:rPr>
                <w:rFonts w:ascii="Calibri" w:eastAsia="Calibri" w:hAnsi="Calibri" w:cs="Calibri"/>
                <w:b/>
                <w:bCs/>
                <w:color w:val="0070C0"/>
                <w:sz w:val="20"/>
                <w:szCs w:val="20"/>
                <w:u w:val="single"/>
              </w:rPr>
            </w:pPr>
            <w:r w:rsidRPr="00DD65D5">
              <w:rPr>
                <w:rFonts w:ascii="Calibri" w:eastAsia="Calibri" w:hAnsi="Calibri" w:cs="Calibri"/>
                <w:b/>
                <w:bCs/>
                <w:color w:val="0070C0"/>
                <w:sz w:val="20"/>
                <w:szCs w:val="20"/>
                <w:u w:val="single"/>
              </w:rPr>
              <w:t xml:space="preserve">15GJC/ZKXCFW/ZKXSTI/Al </w:t>
            </w:r>
            <w:proofErr w:type="spellStart"/>
            <w:r w:rsidRPr="00DD65D5">
              <w:rPr>
                <w:rFonts w:ascii="Calibri" w:eastAsia="Calibri" w:hAnsi="Calibri" w:cs="Calibri"/>
                <w:b/>
                <w:bCs/>
                <w:color w:val="0070C0"/>
                <w:sz w:val="20"/>
                <w:szCs w:val="20"/>
                <w:u w:val="single"/>
              </w:rPr>
              <w:t>Dhalee</w:t>
            </w:r>
            <w:proofErr w:type="spellEnd"/>
            <w:r w:rsidRPr="00DD65D5">
              <w:rPr>
                <w:rFonts w:ascii="Calibri" w:eastAsia="Calibri" w:hAnsi="Calibri" w:cs="Calibri"/>
                <w:b/>
                <w:bCs/>
                <w:color w:val="0070C0"/>
                <w:sz w:val="20"/>
                <w:szCs w:val="20"/>
                <w:u w:val="single"/>
              </w:rPr>
              <w:t>/LOG/YEM/</w:t>
            </w:r>
            <w:r w:rsidR="00D41F0D">
              <w:rPr>
                <w:rFonts w:ascii="Calibri" w:eastAsia="Calibri" w:hAnsi="Calibri" w:cs="Calibri"/>
                <w:b/>
                <w:bCs/>
                <w:color w:val="0070C0"/>
                <w:sz w:val="20"/>
                <w:szCs w:val="20"/>
                <w:u w:val="single"/>
              </w:rPr>
              <w:t>25</w:t>
            </w:r>
            <w:r w:rsidRPr="00DD65D5">
              <w:rPr>
                <w:rFonts w:ascii="Calibri" w:eastAsia="Calibri" w:hAnsi="Calibri" w:cs="Calibri"/>
                <w:b/>
                <w:bCs/>
                <w:color w:val="0070C0"/>
                <w:sz w:val="20"/>
                <w:szCs w:val="20"/>
                <w:u w:val="single"/>
              </w:rPr>
              <w:t>-02-2026/001</w:t>
            </w:r>
          </w:p>
          <w:p w14:paraId="3811443A" w14:textId="77777777" w:rsidR="00DD65D5" w:rsidRPr="00A70D15" w:rsidRDefault="00DD65D5" w:rsidP="00076875">
            <w:pPr>
              <w:jc w:val="center"/>
              <w:rPr>
                <w:rFonts w:ascii="Arial Narrow" w:hAnsi="Arial Narrow" w:cstheme="minorHAnsi"/>
                <w:bCs/>
                <w:sz w:val="22"/>
                <w:szCs w:val="22"/>
              </w:rPr>
            </w:pPr>
          </w:p>
          <w:p w14:paraId="49BB4216" w14:textId="3F46DD72" w:rsidR="00D04E85" w:rsidRPr="00D04E85" w:rsidRDefault="00AC5B67" w:rsidP="00D04E85">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bookmarkStart w:id="1" w:name="_Hlk89772339"/>
            <w:bookmarkEnd w:id="0"/>
          </w:p>
          <w:p w14:paraId="65B1479D" w14:textId="5E6E54E2" w:rsidR="008A3A38" w:rsidRDefault="008A3A38" w:rsidP="00D04E85">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sidR="009415C6">
              <w:rPr>
                <w:rFonts w:ascii="Arial Narrow" w:hAnsi="Arial Narrow" w:hint="cs"/>
                <w:sz w:val="22"/>
                <w:szCs w:val="22"/>
                <w:rtl/>
              </w:rPr>
              <w:t>مناقصة</w:t>
            </w:r>
            <w:r w:rsidR="3958545C" w:rsidRPr="3648816B">
              <w:rPr>
                <w:rFonts w:ascii="Arial Narrow" w:hAnsi="Arial Narrow"/>
                <w:sz w:val="22"/>
                <w:szCs w:val="22"/>
                <w:rtl/>
              </w:rPr>
              <w:t>:</w:t>
            </w:r>
          </w:p>
          <w:p w14:paraId="35747522" w14:textId="77777777" w:rsidR="00D04E85" w:rsidRDefault="00D04E85" w:rsidP="00D04E85">
            <w:pPr>
              <w:bidi/>
              <w:jc w:val="center"/>
              <w:rPr>
                <w:rFonts w:ascii="Arial Narrow" w:hAnsi="Arial Narrow"/>
                <w:sz w:val="22"/>
                <w:szCs w:val="22"/>
              </w:rPr>
            </w:pPr>
          </w:p>
          <w:p w14:paraId="62D8AEC7" w14:textId="4F084508" w:rsidR="002956FF" w:rsidRDefault="0046207F" w:rsidP="002956FF">
            <w:pPr>
              <w:bidi/>
              <w:jc w:val="center"/>
              <w:rPr>
                <w:rFonts w:ascii="Arial Narrow" w:hAnsi="Arial Narrow"/>
                <w:b/>
                <w:color w:val="0070C0"/>
                <w:sz w:val="20"/>
                <w:szCs w:val="20"/>
                <w:u w:val="single"/>
              </w:rPr>
            </w:pPr>
            <w:r w:rsidRPr="0046207F">
              <w:rPr>
                <w:rFonts w:ascii="Arial Narrow" w:hAnsi="Arial Narrow"/>
                <w:b/>
                <w:color w:val="0070C0"/>
                <w:sz w:val="20"/>
                <w:szCs w:val="20"/>
                <w:u w:val="single"/>
              </w:rPr>
              <w:t xml:space="preserve">Supply and delivery of Cash for Work materials and </w:t>
            </w:r>
            <w:proofErr w:type="spellStart"/>
            <w:r w:rsidRPr="0046207F">
              <w:rPr>
                <w:rFonts w:ascii="Arial Narrow" w:hAnsi="Arial Narrow"/>
                <w:b/>
                <w:color w:val="0070C0"/>
                <w:sz w:val="20"/>
                <w:szCs w:val="20"/>
                <w:u w:val="single"/>
              </w:rPr>
              <w:t>equipments</w:t>
            </w:r>
            <w:proofErr w:type="spellEnd"/>
            <w:r w:rsidRPr="0046207F">
              <w:rPr>
                <w:rFonts w:ascii="Arial Narrow" w:hAnsi="Arial Narrow"/>
                <w:b/>
                <w:color w:val="0070C0"/>
                <w:sz w:val="20"/>
                <w:szCs w:val="20"/>
                <w:u w:val="single"/>
              </w:rPr>
              <w:t xml:space="preserve"> to the Al </w:t>
            </w:r>
            <w:proofErr w:type="spellStart"/>
            <w:r w:rsidRPr="0046207F">
              <w:rPr>
                <w:rFonts w:ascii="Arial Narrow" w:hAnsi="Arial Narrow"/>
                <w:b/>
                <w:color w:val="0070C0"/>
                <w:sz w:val="20"/>
                <w:szCs w:val="20"/>
                <w:u w:val="single"/>
              </w:rPr>
              <w:t>Dhalee</w:t>
            </w:r>
            <w:proofErr w:type="spellEnd"/>
            <w:r w:rsidRPr="0046207F">
              <w:rPr>
                <w:rFonts w:ascii="Arial Narrow" w:hAnsi="Arial Narrow"/>
                <w:b/>
                <w:color w:val="0070C0"/>
                <w:sz w:val="20"/>
                <w:szCs w:val="20"/>
                <w:u w:val="single"/>
              </w:rPr>
              <w:t xml:space="preserve"> Gov. - Al </w:t>
            </w:r>
            <w:proofErr w:type="spellStart"/>
            <w:r w:rsidRPr="0046207F">
              <w:rPr>
                <w:rFonts w:ascii="Arial Narrow" w:hAnsi="Arial Narrow"/>
                <w:b/>
                <w:color w:val="0070C0"/>
                <w:sz w:val="20"/>
                <w:szCs w:val="20"/>
                <w:u w:val="single"/>
              </w:rPr>
              <w:t>Azariq</w:t>
            </w:r>
            <w:proofErr w:type="spellEnd"/>
            <w:r w:rsidRPr="0046207F">
              <w:rPr>
                <w:rFonts w:ascii="Arial Narrow" w:hAnsi="Arial Narrow"/>
                <w:b/>
                <w:color w:val="0070C0"/>
                <w:sz w:val="20"/>
                <w:szCs w:val="20"/>
                <w:u w:val="single"/>
              </w:rPr>
              <w:t xml:space="preserve"> District - </w:t>
            </w:r>
            <w:proofErr w:type="spellStart"/>
            <w:r w:rsidRPr="0046207F">
              <w:rPr>
                <w:rFonts w:ascii="Arial Narrow" w:hAnsi="Arial Narrow"/>
                <w:b/>
                <w:color w:val="0070C0"/>
                <w:sz w:val="20"/>
                <w:szCs w:val="20"/>
                <w:u w:val="single"/>
              </w:rPr>
              <w:t>Bourat</w:t>
            </w:r>
            <w:proofErr w:type="spellEnd"/>
            <w:r w:rsidRPr="0046207F">
              <w:rPr>
                <w:rFonts w:ascii="Arial Narrow" w:hAnsi="Arial Narrow"/>
                <w:b/>
                <w:color w:val="0070C0"/>
                <w:sz w:val="20"/>
                <w:szCs w:val="20"/>
                <w:u w:val="single"/>
              </w:rPr>
              <w:t xml:space="preserve"> and </w:t>
            </w:r>
            <w:proofErr w:type="spellStart"/>
            <w:r w:rsidRPr="0046207F">
              <w:rPr>
                <w:rFonts w:ascii="Arial Narrow" w:hAnsi="Arial Narrow"/>
                <w:b/>
                <w:color w:val="0070C0"/>
                <w:sz w:val="20"/>
                <w:szCs w:val="20"/>
                <w:u w:val="single"/>
              </w:rPr>
              <w:t>Qusabah</w:t>
            </w:r>
            <w:proofErr w:type="spellEnd"/>
            <w:r w:rsidRPr="0046207F">
              <w:rPr>
                <w:rFonts w:ascii="Arial Narrow" w:hAnsi="Arial Narrow"/>
                <w:b/>
                <w:color w:val="0070C0"/>
                <w:sz w:val="20"/>
                <w:szCs w:val="20"/>
                <w:u w:val="single"/>
              </w:rPr>
              <w:t xml:space="preserve"> Village</w:t>
            </w:r>
          </w:p>
          <w:p w14:paraId="7AC03EC2" w14:textId="77777777" w:rsidR="0046207F" w:rsidRDefault="0046207F" w:rsidP="0046207F">
            <w:pPr>
              <w:bidi/>
              <w:jc w:val="center"/>
              <w:rPr>
                <w:rFonts w:ascii="Calibri" w:eastAsia="Calibri" w:hAnsi="Calibri"/>
                <w:b/>
                <w:color w:val="0070C0"/>
                <w:sz w:val="22"/>
                <w:szCs w:val="22"/>
                <w:u w:val="single"/>
              </w:rPr>
            </w:pPr>
          </w:p>
          <w:p w14:paraId="15EB71A3" w14:textId="28B618BF" w:rsidR="005B1FDF" w:rsidRDefault="004F1C5B" w:rsidP="003804EE">
            <w:pPr>
              <w:jc w:val="center"/>
              <w:rPr>
                <w:rFonts w:ascii="Calibri" w:eastAsia="Calibri" w:hAnsi="Calibri" w:cs="Calibri"/>
                <w:b/>
                <w:bCs/>
                <w:color w:val="0070C0"/>
                <w:sz w:val="20"/>
                <w:szCs w:val="20"/>
                <w:u w:val="single"/>
              </w:rPr>
            </w:pPr>
            <w:r w:rsidRPr="004F1C5B">
              <w:rPr>
                <w:rFonts w:ascii="Calibri" w:eastAsia="Calibri" w:hAnsi="Calibri" w:cs="Calibri"/>
                <w:b/>
                <w:bCs/>
                <w:color w:val="0070C0"/>
                <w:sz w:val="20"/>
                <w:szCs w:val="20"/>
                <w:u w:val="single"/>
                <w:rtl/>
              </w:rPr>
              <w:t>توريد وتسليم مواد وادوات النقد مقابل العمل الى محافظة الضالع - مديرية الازارق - قرية بوراط وقصابه</w:t>
            </w:r>
          </w:p>
          <w:p w14:paraId="59CBC0C1" w14:textId="77777777" w:rsidR="004F1C5B" w:rsidRDefault="004F1C5B"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2D5CF06B">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267783" w:rsidRDefault="001A56F1" w:rsidP="00D41F0D">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3337B946" w14:textId="77777777" w:rsidR="001A56F1" w:rsidRPr="00267783" w:rsidRDefault="001A56F1" w:rsidP="00D41F0D">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hint="cs"/>
                      <w:b/>
                      <w:color w:val="FFFFFF" w:themeColor="background1"/>
                      <w:sz w:val="22"/>
                      <w:szCs w:val="22"/>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267783" w:rsidRDefault="001A56F1" w:rsidP="00D41F0D">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4B60BE46" w14:textId="77777777" w:rsidR="001A56F1" w:rsidRPr="00267783" w:rsidRDefault="001A56F1" w:rsidP="00D41F0D">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Default="00E720F0" w:rsidP="00D41F0D">
                  <w:pPr>
                    <w:framePr w:hSpace="180" w:wrap="around" w:vAnchor="page" w:hAnchor="page" w:x="606" w:y="539"/>
                    <w:jc w:val="center"/>
                    <w:rPr>
                      <w:rFonts w:ascii="Arial Narrow" w:hAnsi="Arial Narrow" w:cs="Arial"/>
                      <w:b/>
                      <w:color w:val="FFFFFF" w:themeColor="background1"/>
                      <w:sz w:val="22"/>
                      <w:szCs w:val="22"/>
                      <w:rtl/>
                    </w:rPr>
                  </w:pPr>
                </w:p>
                <w:p w14:paraId="56E11E42" w14:textId="1FE6E50A" w:rsidR="001A56F1" w:rsidRPr="00267783" w:rsidRDefault="6E1CBF32" w:rsidP="00D41F0D">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Delivery Conditions</w:t>
                  </w:r>
                </w:p>
                <w:p w14:paraId="4E82E4DF" w14:textId="5F577634" w:rsidR="001A56F1" w:rsidRPr="00267783" w:rsidRDefault="6E1CBF32" w:rsidP="00D41F0D">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شروط التوصيل</w:t>
                  </w:r>
                </w:p>
                <w:p w14:paraId="44838B16" w14:textId="47973140" w:rsidR="001A56F1" w:rsidRPr="00267783" w:rsidRDefault="001A56F1" w:rsidP="00D41F0D">
                  <w:pPr>
                    <w:framePr w:hSpace="180" w:wrap="around" w:vAnchor="page" w:hAnchor="page" w:x="606" w:y="539"/>
                    <w:jc w:val="center"/>
                    <w:rPr>
                      <w:rFonts w:ascii="Arial Narrow" w:hAnsi="Arial Narrow" w:cs="Arial"/>
                      <w:b/>
                      <w:bCs/>
                      <w:color w:val="FFFFFF" w:themeColor="background1"/>
                      <w:sz w:val="22"/>
                      <w:szCs w:val="22"/>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C86A393" w14:textId="319CF732" w:rsidR="001A56F1" w:rsidRPr="00267783" w:rsidRDefault="6E1CBF32" w:rsidP="00D41F0D">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Deadline</w:t>
                  </w:r>
                </w:p>
                <w:p w14:paraId="3E1FBF4A" w14:textId="356CEDDB" w:rsidR="001A56F1" w:rsidRPr="00267783" w:rsidRDefault="6E1CBF32" w:rsidP="00D41F0D">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موعد التسليم النهائي</w:t>
                  </w:r>
                </w:p>
                <w:p w14:paraId="73AE8E34" w14:textId="5F765AE9" w:rsidR="001A56F1" w:rsidRPr="00267783" w:rsidRDefault="001A56F1" w:rsidP="00D41F0D">
                  <w:pPr>
                    <w:framePr w:hSpace="180" w:wrap="around" w:vAnchor="page" w:hAnchor="page" w:x="606" w:y="539"/>
                    <w:jc w:val="center"/>
                    <w:rPr>
                      <w:rFonts w:ascii="Arial Narrow" w:hAnsi="Arial Narrow" w:cs="Arial"/>
                      <w:b/>
                      <w:bCs/>
                      <w:color w:val="FFFFFF" w:themeColor="background1"/>
                      <w:sz w:val="22"/>
                      <w:szCs w:val="22"/>
                      <w:rtl/>
                    </w:rPr>
                  </w:pPr>
                </w:p>
              </w:tc>
            </w:tr>
            <w:tr w:rsidR="00D54470" w:rsidRPr="00C118DF" w14:paraId="15FF10FC" w14:textId="77777777" w:rsidTr="00405A69">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374C9936" w:rsidR="00D54470" w:rsidRPr="00C118DF" w:rsidRDefault="00D54470" w:rsidP="00D41F0D">
                  <w:pPr>
                    <w:framePr w:hSpace="180" w:wrap="around" w:vAnchor="page" w:hAnchor="page" w:x="606" w:y="539"/>
                    <w:jc w:val="center"/>
                    <w:rPr>
                      <w:rFonts w:ascii="Arial Narrow" w:hAnsi="Arial Narrow" w:cs="Arial"/>
                      <w:sz w:val="22"/>
                      <w:szCs w:val="22"/>
                    </w:rPr>
                  </w:pPr>
                  <w:r w:rsidRPr="00C4794E">
                    <w:rPr>
                      <w:rFonts w:asciiTheme="majorHAnsi" w:hAnsiTheme="majorHAnsi" w:cstheme="majorBidi"/>
                      <w:b/>
                      <w:bCs/>
                      <w:sz w:val="18"/>
                      <w:szCs w:val="18"/>
                    </w:rPr>
                    <w:t>1</w:t>
                  </w:r>
                </w:p>
              </w:tc>
              <w:tc>
                <w:tcPr>
                  <w:tcW w:w="3488" w:type="dxa"/>
                  <w:tcBorders>
                    <w:top w:val="single" w:sz="4" w:space="0" w:color="auto"/>
                    <w:bottom w:val="single" w:sz="4" w:space="0" w:color="auto"/>
                    <w:right w:val="single" w:sz="4" w:space="0" w:color="auto"/>
                  </w:tcBorders>
                  <w:vAlign w:val="center"/>
                </w:tcPr>
                <w:p w14:paraId="639DBA49" w14:textId="77777777" w:rsidR="00D54470" w:rsidRDefault="00D54470" w:rsidP="00D41F0D">
                  <w:pPr>
                    <w:framePr w:hSpace="180" w:wrap="around" w:vAnchor="page" w:hAnchor="page" w:x="606" w:y="539"/>
                    <w:jc w:val="center"/>
                    <w:rPr>
                      <w:rFonts w:ascii="Arial Narrow" w:hAnsi="Arial Narrow" w:cs="Arial"/>
                      <w:b/>
                      <w:bCs/>
                      <w:sz w:val="18"/>
                      <w:szCs w:val="18"/>
                    </w:rPr>
                  </w:pPr>
                  <w:r w:rsidRPr="00766057">
                    <w:rPr>
                      <w:rFonts w:ascii="Arial Narrow" w:hAnsi="Arial Narrow" w:cs="Arial"/>
                      <w:b/>
                      <w:bCs/>
                      <w:sz w:val="18"/>
                      <w:szCs w:val="18"/>
                    </w:rPr>
                    <w:t xml:space="preserve">Supply and delivery of Cash for Work materials and </w:t>
                  </w:r>
                  <w:proofErr w:type="spellStart"/>
                  <w:r w:rsidRPr="00766057">
                    <w:rPr>
                      <w:rFonts w:ascii="Arial Narrow" w:hAnsi="Arial Narrow" w:cs="Arial"/>
                      <w:b/>
                      <w:bCs/>
                      <w:sz w:val="18"/>
                      <w:szCs w:val="18"/>
                    </w:rPr>
                    <w:t>equipments</w:t>
                  </w:r>
                  <w:proofErr w:type="spellEnd"/>
                  <w:r w:rsidRPr="00766057">
                    <w:rPr>
                      <w:rFonts w:ascii="Arial Narrow" w:hAnsi="Arial Narrow" w:cs="Arial"/>
                      <w:b/>
                      <w:bCs/>
                      <w:sz w:val="18"/>
                      <w:szCs w:val="18"/>
                    </w:rPr>
                    <w:t xml:space="preserve"> to the Al </w:t>
                  </w:r>
                  <w:proofErr w:type="spellStart"/>
                  <w:r w:rsidRPr="00766057">
                    <w:rPr>
                      <w:rFonts w:ascii="Arial Narrow" w:hAnsi="Arial Narrow" w:cs="Arial"/>
                      <w:b/>
                      <w:bCs/>
                      <w:sz w:val="18"/>
                      <w:szCs w:val="18"/>
                    </w:rPr>
                    <w:t>Dhalee</w:t>
                  </w:r>
                  <w:proofErr w:type="spellEnd"/>
                  <w:r w:rsidRPr="00766057">
                    <w:rPr>
                      <w:rFonts w:ascii="Arial Narrow" w:hAnsi="Arial Narrow" w:cs="Arial"/>
                      <w:b/>
                      <w:bCs/>
                      <w:sz w:val="18"/>
                      <w:szCs w:val="18"/>
                    </w:rPr>
                    <w:t xml:space="preserve"> Gov. - Al </w:t>
                  </w:r>
                  <w:proofErr w:type="spellStart"/>
                  <w:r w:rsidRPr="00766057">
                    <w:rPr>
                      <w:rFonts w:ascii="Arial Narrow" w:hAnsi="Arial Narrow" w:cs="Arial"/>
                      <w:b/>
                      <w:bCs/>
                      <w:sz w:val="18"/>
                      <w:szCs w:val="18"/>
                    </w:rPr>
                    <w:t>Azariq</w:t>
                  </w:r>
                  <w:proofErr w:type="spellEnd"/>
                  <w:r w:rsidRPr="00766057">
                    <w:rPr>
                      <w:rFonts w:ascii="Arial Narrow" w:hAnsi="Arial Narrow" w:cs="Arial"/>
                      <w:b/>
                      <w:bCs/>
                      <w:sz w:val="18"/>
                      <w:szCs w:val="18"/>
                    </w:rPr>
                    <w:t xml:space="preserve"> District - </w:t>
                  </w:r>
                  <w:proofErr w:type="spellStart"/>
                  <w:r w:rsidRPr="00766057">
                    <w:rPr>
                      <w:rFonts w:ascii="Arial Narrow" w:hAnsi="Arial Narrow" w:cs="Arial"/>
                      <w:b/>
                      <w:bCs/>
                      <w:sz w:val="18"/>
                      <w:szCs w:val="18"/>
                    </w:rPr>
                    <w:t>Bourat</w:t>
                  </w:r>
                  <w:proofErr w:type="spellEnd"/>
                  <w:r w:rsidRPr="00766057">
                    <w:rPr>
                      <w:rFonts w:ascii="Arial Narrow" w:hAnsi="Arial Narrow" w:cs="Arial"/>
                      <w:b/>
                      <w:bCs/>
                      <w:sz w:val="18"/>
                      <w:szCs w:val="18"/>
                    </w:rPr>
                    <w:t xml:space="preserve"> and </w:t>
                  </w:r>
                  <w:proofErr w:type="spellStart"/>
                  <w:r w:rsidRPr="00766057">
                    <w:rPr>
                      <w:rFonts w:ascii="Arial Narrow" w:hAnsi="Arial Narrow" w:cs="Arial"/>
                      <w:b/>
                      <w:bCs/>
                      <w:sz w:val="18"/>
                      <w:szCs w:val="18"/>
                    </w:rPr>
                    <w:t>Qusabah</w:t>
                  </w:r>
                  <w:proofErr w:type="spellEnd"/>
                  <w:r w:rsidRPr="00766057">
                    <w:rPr>
                      <w:rFonts w:ascii="Arial Narrow" w:hAnsi="Arial Narrow" w:cs="Arial"/>
                      <w:b/>
                      <w:bCs/>
                      <w:sz w:val="18"/>
                      <w:szCs w:val="18"/>
                    </w:rPr>
                    <w:t xml:space="preserve"> Village</w:t>
                  </w:r>
                </w:p>
                <w:p w14:paraId="35006919" w14:textId="77777777" w:rsidR="00D54470" w:rsidRPr="0043325A" w:rsidRDefault="00D54470" w:rsidP="00D41F0D">
                  <w:pPr>
                    <w:framePr w:hSpace="180" w:wrap="around" w:vAnchor="page" w:hAnchor="page" w:x="606" w:y="539"/>
                    <w:jc w:val="center"/>
                    <w:rPr>
                      <w:rFonts w:ascii="Arial Narrow" w:hAnsi="Arial Narrow" w:cs="Arial"/>
                      <w:b/>
                      <w:bCs/>
                      <w:sz w:val="18"/>
                      <w:szCs w:val="18"/>
                      <w:rtl/>
                    </w:rPr>
                  </w:pPr>
                </w:p>
                <w:p w14:paraId="766C218E" w14:textId="6BCCB11B" w:rsidR="00D54470" w:rsidRPr="007E3183" w:rsidRDefault="00D54470" w:rsidP="00D41F0D">
                  <w:pPr>
                    <w:framePr w:hSpace="180" w:wrap="around" w:vAnchor="page" w:hAnchor="page" w:x="606" w:y="539"/>
                    <w:bidi/>
                    <w:jc w:val="center"/>
                    <w:rPr>
                      <w:rFonts w:ascii="Arial Narrow" w:hAnsi="Arial Narrow" w:cs="Arial"/>
                      <w:b/>
                      <w:bCs/>
                      <w:sz w:val="20"/>
                      <w:szCs w:val="20"/>
                    </w:rPr>
                  </w:pPr>
                  <w:r w:rsidRPr="00766057">
                    <w:rPr>
                      <w:rFonts w:ascii="Arial Narrow" w:hAnsi="Arial Narrow" w:cs="Arial"/>
                      <w:b/>
                      <w:bCs/>
                      <w:sz w:val="18"/>
                      <w:szCs w:val="18"/>
                      <w:rtl/>
                      <w:lang w:bidi="ar-SA"/>
                    </w:rPr>
                    <w:t>توريد وتسليم مواد وادوات النقد مقابل العمل الى محافظة الضالع - مديرية الازارق - قرية بوراط وقصابه</w:t>
                  </w:r>
                </w:p>
              </w:tc>
              <w:tc>
                <w:tcPr>
                  <w:tcW w:w="3480" w:type="dxa"/>
                  <w:tcBorders>
                    <w:top w:val="single" w:sz="4" w:space="0" w:color="auto"/>
                    <w:left w:val="single" w:sz="4" w:space="0" w:color="auto"/>
                    <w:bottom w:val="single" w:sz="4" w:space="0" w:color="auto"/>
                    <w:right w:val="single" w:sz="4" w:space="0" w:color="auto"/>
                  </w:tcBorders>
                  <w:vAlign w:val="center"/>
                </w:tcPr>
                <w:p w14:paraId="47D82BF1" w14:textId="77777777" w:rsidR="00D54470" w:rsidRPr="00097B6A" w:rsidRDefault="00D54470" w:rsidP="00D41F0D">
                  <w:pPr>
                    <w:framePr w:hSpace="180" w:wrap="around" w:vAnchor="page" w:hAnchor="page" w:x="606" w:y="539"/>
                    <w:jc w:val="center"/>
                    <w:rPr>
                      <w:rFonts w:ascii="Arial Narrow" w:hAnsi="Arial Narrow" w:cs="Arial"/>
                      <w:b/>
                      <w:bCs/>
                      <w:sz w:val="18"/>
                      <w:szCs w:val="18"/>
                    </w:rPr>
                  </w:pPr>
                  <w:r w:rsidRPr="00097B6A">
                    <w:rPr>
                      <w:rFonts w:ascii="Arial Narrow" w:hAnsi="Arial Narrow" w:cs="Arial"/>
                      <w:b/>
                      <w:bCs/>
                      <w:sz w:val="18"/>
                      <w:szCs w:val="18"/>
                    </w:rPr>
                    <w:t>DDP TO AL DHALEE GOV.-AL AZARIQ DISTRICT-BOURAT AND QUSABAH VILLAGE</w:t>
                  </w:r>
                </w:p>
                <w:p w14:paraId="4B1A9E68" w14:textId="77777777" w:rsidR="00D54470" w:rsidRPr="00097B6A" w:rsidRDefault="00D54470" w:rsidP="00D41F0D">
                  <w:pPr>
                    <w:framePr w:hSpace="180" w:wrap="around" w:vAnchor="page" w:hAnchor="page" w:x="606" w:y="539"/>
                    <w:rPr>
                      <w:rFonts w:ascii="Arial Narrow" w:hAnsi="Arial Narrow" w:cs="Arial"/>
                      <w:b/>
                      <w:bCs/>
                      <w:color w:val="000000" w:themeColor="text1"/>
                      <w:sz w:val="16"/>
                      <w:szCs w:val="16"/>
                      <w:rtl/>
                    </w:rPr>
                  </w:pPr>
                </w:p>
                <w:p w14:paraId="510D91A1" w14:textId="573BDE29" w:rsidR="00D54470" w:rsidRPr="568C056D" w:rsidRDefault="00D54470" w:rsidP="00D41F0D">
                  <w:pPr>
                    <w:framePr w:hSpace="180" w:wrap="around" w:vAnchor="page" w:hAnchor="page" w:x="606" w:y="539"/>
                    <w:bidi/>
                    <w:jc w:val="center"/>
                    <w:rPr>
                      <w:rFonts w:ascii="Arial Narrow" w:eastAsia="Arial Narrow" w:hAnsi="Arial Narrow" w:cs="Arial Narrow"/>
                      <w:b/>
                      <w:bCs/>
                      <w:color w:val="000000" w:themeColor="text1"/>
                      <w:sz w:val="18"/>
                      <w:szCs w:val="18"/>
                    </w:rPr>
                  </w:pPr>
                  <w:r w:rsidRPr="00097B6A">
                    <w:rPr>
                      <w:rFonts w:ascii="Arial Narrow" w:hAnsi="Arial Narrow" w:cs="Arial"/>
                      <w:b/>
                      <w:bCs/>
                      <w:sz w:val="18"/>
                      <w:szCs w:val="18"/>
                      <w:rtl/>
                      <w:lang w:bidi="ar-SA"/>
                    </w:rPr>
                    <w:t>شامل التوصيل والتسليم الى محافظة الضالع- مديرية الازارق - قرية بوراط وقصابه</w:t>
                  </w:r>
                </w:p>
              </w:tc>
              <w:tc>
                <w:tcPr>
                  <w:tcW w:w="2465" w:type="dxa"/>
                  <w:tcBorders>
                    <w:top w:val="single" w:sz="4" w:space="0" w:color="auto"/>
                    <w:left w:val="single" w:sz="4" w:space="0" w:color="auto"/>
                    <w:bottom w:val="single" w:sz="4" w:space="0" w:color="auto"/>
                    <w:right w:val="single" w:sz="4" w:space="0" w:color="auto"/>
                  </w:tcBorders>
                  <w:vAlign w:val="center"/>
                </w:tcPr>
                <w:p w14:paraId="78CD1248" w14:textId="77777777" w:rsidR="00D54470" w:rsidRPr="007D77F1" w:rsidRDefault="00D54470" w:rsidP="00D41F0D">
                  <w:pPr>
                    <w:framePr w:hSpace="180" w:wrap="around" w:vAnchor="page" w:hAnchor="page" w:x="606" w:y="539"/>
                    <w:jc w:val="center"/>
                    <w:rPr>
                      <w:rFonts w:ascii="Arial Narrow" w:hAnsi="Arial Narrow" w:cs="Calibri"/>
                      <w:b/>
                      <w:bCs/>
                      <w:color w:val="000000" w:themeColor="text1"/>
                      <w:sz w:val="18"/>
                      <w:szCs w:val="18"/>
                    </w:rPr>
                  </w:pPr>
                </w:p>
                <w:p w14:paraId="03DF60B6" w14:textId="77777777" w:rsidR="00070773" w:rsidRDefault="00070773" w:rsidP="00070773">
                  <w:pPr>
                    <w:jc w:val="center"/>
                    <w:rPr>
                      <w:rFonts w:ascii="Arial Narrow" w:hAnsi="Arial Narrow" w:cs="Calibri"/>
                      <w:b/>
                      <w:bCs/>
                      <w:color w:val="000000" w:themeColor="text1"/>
                      <w:sz w:val="18"/>
                      <w:szCs w:val="18"/>
                    </w:rPr>
                  </w:pPr>
                  <w:r>
                    <w:rPr>
                      <w:rFonts w:ascii="Arial Narrow" w:hAnsi="Arial Narrow" w:cs="Calibri"/>
                      <w:b/>
                      <w:bCs/>
                      <w:color w:val="000000" w:themeColor="text1"/>
                      <w:sz w:val="18"/>
                      <w:szCs w:val="18"/>
                    </w:rPr>
                    <w:t>3 weeks</w:t>
                  </w:r>
                </w:p>
                <w:p w14:paraId="2B8DE968" w14:textId="77777777" w:rsidR="00070773" w:rsidRDefault="00070773" w:rsidP="00070773">
                  <w:pPr>
                    <w:jc w:val="center"/>
                    <w:rPr>
                      <w:rFonts w:ascii="Arial Narrow" w:hAnsi="Arial Narrow" w:cs="Calibri"/>
                      <w:b/>
                      <w:bCs/>
                      <w:color w:val="000000" w:themeColor="text1"/>
                      <w:sz w:val="18"/>
                      <w:szCs w:val="18"/>
                    </w:rPr>
                  </w:pPr>
                </w:p>
                <w:p w14:paraId="7E3FF299" w14:textId="77777777" w:rsidR="00070773" w:rsidRPr="007D77F1" w:rsidRDefault="00070773" w:rsidP="00070773">
                  <w:pPr>
                    <w:jc w:val="center"/>
                    <w:rPr>
                      <w:rFonts w:ascii="Arial Narrow" w:hAnsi="Arial Narrow" w:cs="Calibri" w:hint="cs"/>
                      <w:b/>
                      <w:bCs/>
                      <w:color w:val="000000" w:themeColor="text1"/>
                      <w:sz w:val="18"/>
                      <w:szCs w:val="18"/>
                      <w:rtl/>
                    </w:rPr>
                  </w:pPr>
                  <w:r>
                    <w:rPr>
                      <w:rFonts w:ascii="Arial Narrow" w:hAnsi="Arial Narrow" w:cs="Calibri" w:hint="cs"/>
                      <w:b/>
                      <w:bCs/>
                      <w:color w:val="000000" w:themeColor="text1"/>
                      <w:sz w:val="18"/>
                      <w:szCs w:val="18"/>
                      <w:rtl/>
                    </w:rPr>
                    <w:t>ثلاثة اسابيع</w:t>
                  </w:r>
                </w:p>
                <w:p w14:paraId="2ABFAA90" w14:textId="2704DC9C" w:rsidR="00D54470" w:rsidRPr="00ED51CD" w:rsidRDefault="00D54470" w:rsidP="00D41F0D">
                  <w:pPr>
                    <w:framePr w:hSpace="180" w:wrap="around" w:vAnchor="page" w:hAnchor="page" w:x="606" w:y="539"/>
                    <w:bidi/>
                    <w:jc w:val="center"/>
                    <w:rPr>
                      <w:rFonts w:ascii="Arial Narrow" w:hAnsi="Arial Narrow" w:cs="Calibri"/>
                      <w:b/>
                      <w:bCs/>
                      <w:color w:val="000000" w:themeColor="text1"/>
                      <w:sz w:val="18"/>
                      <w:szCs w:val="18"/>
                      <w:rtl/>
                    </w:rPr>
                  </w:pPr>
                </w:p>
              </w:tc>
            </w:tr>
            <w:bookmarkEnd w:id="1"/>
          </w:tbl>
          <w:p w14:paraId="086A0CBB" w14:textId="6777060C" w:rsidR="00217DEC" w:rsidRDefault="00217DEC" w:rsidP="00217DEC">
            <w:pPr>
              <w:rPr>
                <w:rFonts w:ascii="Arial Narrow" w:hAnsi="Arial Narrow" w:cs="Calibri"/>
                <w:b/>
                <w:bCs/>
                <w:color w:val="000000" w:themeColor="text1"/>
                <w:sz w:val="18"/>
                <w:szCs w:val="18"/>
              </w:rPr>
            </w:pPr>
          </w:p>
          <w:p w14:paraId="75F129E3" w14:textId="77777777" w:rsidR="00325F74" w:rsidRPr="00325F74" w:rsidRDefault="00325F74" w:rsidP="00325F74">
            <w:pPr>
              <w:rPr>
                <w:rFonts w:ascii="Arial Narrow" w:hAnsi="Arial Narrow" w:cs="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3C7B481B" w14:textId="77777777" w:rsidR="00F4593A" w:rsidRDefault="00F4593A" w:rsidP="00D41F0D">
                  <w:pPr>
                    <w:framePr w:hSpace="180" w:wrap="around" w:vAnchor="page" w:hAnchor="page" w:x="606" w:y="539"/>
                    <w:jc w:val="both"/>
                    <w:rPr>
                      <w:rFonts w:ascii="Arial Narrow" w:hAnsi="Arial Narrow" w:cs="Arial"/>
                      <w:bCs/>
                      <w:sz w:val="18"/>
                      <w:szCs w:val="18"/>
                    </w:rPr>
                  </w:pPr>
                </w:p>
                <w:p w14:paraId="01A66DF6" w14:textId="537EA48B" w:rsidR="003804EE" w:rsidRPr="00F116D0" w:rsidRDefault="003804EE" w:rsidP="00D41F0D">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 xml:space="preserve">The tender will be conducted using ACTED standard bidding documents, open to all qualified suppliers and service providers. </w:t>
                  </w:r>
                </w:p>
                <w:p w14:paraId="68D51529" w14:textId="77777777" w:rsidR="003804EE" w:rsidRDefault="003804EE" w:rsidP="00D41F0D">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29ECF9FB" w14:textId="77777777" w:rsidR="00F4593A" w:rsidRPr="00F116D0" w:rsidRDefault="00F4593A" w:rsidP="00D41F0D">
                  <w:pPr>
                    <w:framePr w:hSpace="180" w:wrap="around" w:vAnchor="page" w:hAnchor="page" w:x="606" w:y="539"/>
                    <w:jc w:val="both"/>
                    <w:rPr>
                      <w:rFonts w:ascii="Arial Narrow" w:hAnsi="Arial Narrow" w:cs="Arial"/>
                      <w:bCs/>
                      <w:sz w:val="18"/>
                      <w:szCs w:val="18"/>
                    </w:rPr>
                  </w:pPr>
                </w:p>
                <w:p w14:paraId="5199B8D6" w14:textId="77777777" w:rsidR="003804EE" w:rsidRPr="00F116D0" w:rsidRDefault="003804EE" w:rsidP="00D41F0D">
                  <w:pPr>
                    <w:framePr w:hSpace="180" w:wrap="around" w:vAnchor="page" w:hAnchor="page" w:x="606" w:y="539"/>
                    <w:jc w:val="both"/>
                    <w:rPr>
                      <w:rFonts w:ascii="Arial Narrow" w:hAnsi="Arial Narrow" w:cs="Arial"/>
                      <w:bCs/>
                      <w:sz w:val="18"/>
                      <w:szCs w:val="18"/>
                    </w:rPr>
                  </w:pPr>
                </w:p>
                <w:p w14:paraId="1154C11D" w14:textId="77777777" w:rsidR="003804EE" w:rsidRPr="00F116D0" w:rsidRDefault="003804EE" w:rsidP="00D41F0D">
                  <w:pPr>
                    <w:pStyle w:val="ListParagraph"/>
                    <w:framePr w:hSpace="180" w:wrap="around" w:vAnchor="page" w:hAnchor="page" w:x="606" w:y="539"/>
                    <w:numPr>
                      <w:ilvl w:val="0"/>
                      <w:numId w:val="10"/>
                    </w:numPr>
                    <w:jc w:val="both"/>
                    <w:rPr>
                      <w:rStyle w:val="Hyperlink"/>
                      <w:sz w:val="20"/>
                      <w:szCs w:val="20"/>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r w:rsidRPr="00F116D0">
                    <w:rPr>
                      <w:rStyle w:val="Hyperlink"/>
                      <w:rFonts w:ascii="Arial Narrow" w:hAnsi="Arial Narrow" w:cs="Arial"/>
                      <w:bCs/>
                      <w:sz w:val="18"/>
                      <w:szCs w:val="18"/>
                    </w:rPr>
                    <w:t xml:space="preserve"> </w:t>
                  </w:r>
                </w:p>
                <w:p w14:paraId="6928FDF4" w14:textId="77777777" w:rsidR="004F15D1" w:rsidRPr="00F116D0" w:rsidRDefault="004F15D1" w:rsidP="00D41F0D">
                  <w:pPr>
                    <w:framePr w:hSpace="180" w:wrap="around" w:vAnchor="page" w:hAnchor="page" w:x="606" w:y="539"/>
                    <w:jc w:val="both"/>
                    <w:rPr>
                      <w:color w:val="0000FF"/>
                      <w:sz w:val="20"/>
                      <w:szCs w:val="20"/>
                      <w:u w:val="single"/>
                      <w:rtl/>
                    </w:rPr>
                  </w:pPr>
                </w:p>
                <w:p w14:paraId="2CA512AF" w14:textId="254045DB" w:rsidR="005A7FFE" w:rsidRPr="00D11F27" w:rsidRDefault="003804EE" w:rsidP="00D41F0D">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6DE52F61" w14:textId="50A700B2" w:rsidR="00DF2E58" w:rsidRPr="00DF2E58" w:rsidRDefault="00DF2E58" w:rsidP="00D41F0D">
                  <w:pPr>
                    <w:framePr w:hSpace="180" w:wrap="around" w:vAnchor="page" w:hAnchor="page" w:x="606" w:y="539"/>
                    <w:spacing w:before="80"/>
                    <w:jc w:val="both"/>
                    <w:rPr>
                      <w:rFonts w:ascii="Arial Narrow" w:hAnsi="Arial Narrow"/>
                      <w:sz w:val="18"/>
                      <w:szCs w:val="18"/>
                      <w:lang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584B2D" w:rsidRPr="00584B2D">
                    <w:rPr>
                      <w:rFonts w:ascii="Arial Narrow" w:hAnsi="Arial Narrow"/>
                      <w:b/>
                      <w:bCs/>
                      <w:sz w:val="16"/>
                      <w:szCs w:val="16"/>
                      <w:lang w:bidi="ar-SA"/>
                    </w:rPr>
                    <w:t xml:space="preserve">10-03-2026 at 01:00 </w:t>
                  </w:r>
                  <w:proofErr w:type="gramStart"/>
                  <w:r w:rsidR="00584B2D" w:rsidRPr="00584B2D">
                    <w:rPr>
                      <w:rFonts w:ascii="Arial Narrow" w:hAnsi="Arial Narrow"/>
                      <w:b/>
                      <w:bCs/>
                      <w:sz w:val="16"/>
                      <w:szCs w:val="16"/>
                      <w:lang w:bidi="ar-SA"/>
                    </w:rPr>
                    <w:t>PM</w:t>
                  </w:r>
                  <w:r w:rsidR="00584B2D" w:rsidRPr="00584B2D">
                    <w:rPr>
                      <w:rFonts w:ascii="Arial Narrow" w:hAnsi="Arial Narrow"/>
                      <w:b/>
                      <w:bCs/>
                      <w:sz w:val="16"/>
                      <w:szCs w:val="16"/>
                      <w:lang w:bidi="ar-SA"/>
                    </w:rPr>
                    <w:t xml:space="preserve"> </w:t>
                  </w:r>
                  <w:r w:rsidRPr="00DF2E58">
                    <w:rPr>
                      <w:rFonts w:ascii="Arial Narrow" w:hAnsi="Arial Narrow"/>
                      <w:sz w:val="18"/>
                      <w:szCs w:val="18"/>
                      <w:lang w:bidi="ar-SA"/>
                    </w:rPr>
                    <w:t>.</w:t>
                  </w:r>
                  <w:proofErr w:type="gramEnd"/>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3"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4"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0C577C3A" w14:textId="77777777" w:rsidR="00DF2E58" w:rsidRPr="00DF2E58" w:rsidRDefault="00DF2E58" w:rsidP="00D41F0D">
                  <w:pPr>
                    <w:framePr w:hSpace="180" w:wrap="around" w:vAnchor="page" w:hAnchor="page" w:x="606" w:y="539"/>
                    <w:spacing w:before="80"/>
                    <w:ind w:left="339"/>
                    <w:jc w:val="both"/>
                    <w:rPr>
                      <w:rFonts w:ascii="Arial Narrow" w:hAnsi="Arial Narrow"/>
                      <w:sz w:val="18"/>
                      <w:szCs w:val="18"/>
                      <w:rtl/>
                      <w:lang w:bidi="ar-SA"/>
                    </w:rPr>
                  </w:pPr>
                </w:p>
                <w:p w14:paraId="5BDB52F3" w14:textId="77B6F9CC" w:rsidR="00D11F27" w:rsidRDefault="005748A1" w:rsidP="00D41F0D">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5748A1">
                    <w:rPr>
                      <w:rFonts w:ascii="Arial Narrow" w:hAnsi="Arial Narrow" w:cs="Calibri"/>
                      <w:b/>
                      <w:bCs/>
                      <w:color w:val="0070C0"/>
                      <w:sz w:val="18"/>
                      <w:szCs w:val="18"/>
                      <w:lang w:bidi="ar-SA"/>
                    </w:rPr>
                    <w:t xml:space="preserve">15GJC/ZKXCFW/ZKXSTI/Al </w:t>
                  </w:r>
                  <w:proofErr w:type="spellStart"/>
                  <w:r w:rsidRPr="005748A1">
                    <w:rPr>
                      <w:rFonts w:ascii="Arial Narrow" w:hAnsi="Arial Narrow" w:cs="Calibri"/>
                      <w:b/>
                      <w:bCs/>
                      <w:color w:val="0070C0"/>
                      <w:sz w:val="18"/>
                      <w:szCs w:val="18"/>
                      <w:lang w:bidi="ar-SA"/>
                    </w:rPr>
                    <w:t>Dhalee</w:t>
                  </w:r>
                  <w:proofErr w:type="spellEnd"/>
                  <w:r w:rsidRPr="005748A1">
                    <w:rPr>
                      <w:rFonts w:ascii="Arial Narrow" w:hAnsi="Arial Narrow" w:cs="Calibri"/>
                      <w:b/>
                      <w:bCs/>
                      <w:color w:val="0070C0"/>
                      <w:sz w:val="18"/>
                      <w:szCs w:val="18"/>
                      <w:lang w:bidi="ar-SA"/>
                    </w:rPr>
                    <w:t>/LOG/YEM/</w:t>
                  </w:r>
                  <w:r w:rsidR="00677CC2">
                    <w:rPr>
                      <w:rFonts w:ascii="Arial Narrow" w:hAnsi="Arial Narrow" w:cs="Calibri"/>
                      <w:b/>
                      <w:bCs/>
                      <w:color w:val="0070C0"/>
                      <w:sz w:val="18"/>
                      <w:szCs w:val="18"/>
                      <w:lang w:bidi="ar-SA"/>
                    </w:rPr>
                    <w:t>25</w:t>
                  </w:r>
                  <w:r w:rsidRPr="005748A1">
                    <w:rPr>
                      <w:rFonts w:ascii="Arial Narrow" w:hAnsi="Arial Narrow" w:cs="Calibri"/>
                      <w:b/>
                      <w:bCs/>
                      <w:color w:val="0070C0"/>
                      <w:sz w:val="18"/>
                      <w:szCs w:val="18"/>
                      <w:lang w:bidi="ar-SA"/>
                    </w:rPr>
                    <w:t>-02-2026/001</w:t>
                  </w:r>
                </w:p>
                <w:p w14:paraId="3B99D85D" w14:textId="77777777" w:rsidR="005748A1" w:rsidRDefault="005748A1" w:rsidP="00D41F0D">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72F60B74" w14:textId="77777777" w:rsidR="005748A1" w:rsidRPr="00DF2E58" w:rsidRDefault="005748A1" w:rsidP="00D41F0D">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25E3D2A1" w14:textId="2B8B2866" w:rsidR="00730C15" w:rsidRDefault="00DF2E58" w:rsidP="00D41F0D">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A Pre-Tender Information Session will be organized in ACTED</w:t>
                  </w:r>
                  <w:r w:rsidR="00162080">
                    <w:rPr>
                      <w:rFonts w:ascii="Arial Narrow" w:hAnsi="Arial Narrow"/>
                      <w:sz w:val="18"/>
                      <w:szCs w:val="18"/>
                      <w:lang w:eastAsia="fr-FR" w:bidi="ar-SA"/>
                    </w:rPr>
                    <w:t xml:space="preserve"> in</w:t>
                  </w:r>
                  <w:r w:rsidRPr="00DF2E58">
                    <w:rPr>
                      <w:rFonts w:ascii="Arial Narrow" w:hAnsi="Arial Narrow"/>
                      <w:sz w:val="18"/>
                      <w:szCs w:val="18"/>
                      <w:lang w:eastAsia="fr-FR" w:bidi="ar-SA"/>
                    </w:rPr>
                    <w:t xml:space="preserve"> Al </w:t>
                  </w:r>
                  <w:proofErr w:type="spellStart"/>
                  <w:r w:rsidRPr="00DF2E58">
                    <w:rPr>
                      <w:rFonts w:ascii="Arial Narrow" w:hAnsi="Arial Narrow"/>
                      <w:sz w:val="18"/>
                      <w:szCs w:val="18"/>
                      <w:lang w:eastAsia="fr-FR" w:bidi="ar-SA"/>
                    </w:rPr>
                    <w:t>Dhalee</w:t>
                  </w:r>
                  <w:proofErr w:type="spellEnd"/>
                  <w:r w:rsidRPr="00DF2E58">
                    <w:rPr>
                      <w:rFonts w:ascii="Arial Narrow" w:hAnsi="Arial Narrow"/>
                      <w:sz w:val="18"/>
                      <w:szCs w:val="18"/>
                      <w:lang w:eastAsia="fr-FR" w:bidi="ar-SA"/>
                    </w:rPr>
                    <w:t xml:space="preserve"> office which is addressed in (Habeel Kriza – Al </w:t>
                  </w:r>
                  <w:proofErr w:type="spellStart"/>
                  <w:r w:rsidRPr="00DF2E58">
                    <w:rPr>
                      <w:rFonts w:ascii="Arial Narrow" w:hAnsi="Arial Narrow"/>
                      <w:sz w:val="18"/>
                      <w:szCs w:val="18"/>
                      <w:lang w:eastAsia="fr-FR" w:bidi="ar-SA"/>
                    </w:rPr>
                    <w:t>Dhalee</w:t>
                  </w:r>
                  <w:proofErr w:type="spellEnd"/>
                  <w:r w:rsidRPr="00DF2E58">
                    <w:rPr>
                      <w:rFonts w:ascii="Arial Narrow" w:hAnsi="Arial Narrow"/>
                      <w:sz w:val="18"/>
                      <w:szCs w:val="18"/>
                      <w:lang w:eastAsia="fr-FR" w:bidi="ar-SA"/>
                    </w:rPr>
                    <w:t xml:space="preserve"> city–</w:t>
                  </w:r>
                  <w:proofErr w:type="gramStart"/>
                  <w:r w:rsidRPr="00DF2E58">
                    <w:rPr>
                      <w:rFonts w:ascii="Calibri" w:eastAsia="Calibri" w:hAnsi="Calibri"/>
                      <w:sz w:val="22"/>
                      <w:szCs w:val="22"/>
                      <w:lang w:eastAsia="fr-FR" w:bidi="ar-SA"/>
                    </w:rPr>
                    <w:t>Y</w:t>
                  </w:r>
                  <w:r w:rsidRPr="00DF2E58">
                    <w:rPr>
                      <w:rFonts w:ascii="Arial Narrow" w:hAnsi="Arial Narrow"/>
                      <w:sz w:val="18"/>
                      <w:szCs w:val="18"/>
                      <w:lang w:eastAsia="fr-FR" w:bidi="ar-SA"/>
                    </w:rPr>
                    <w:t>emen</w:t>
                  </w:r>
                  <w:r w:rsidRPr="00DF2E58">
                    <w:rPr>
                      <w:rFonts w:ascii="Calibri" w:eastAsia="Calibri" w:hAnsi="Calibri"/>
                      <w:sz w:val="22"/>
                      <w:szCs w:val="22"/>
                      <w:lang w:eastAsia="fr-FR" w:bidi="ar-SA"/>
                    </w:rPr>
                    <w:t>)</w:t>
                  </w:r>
                  <w:r w:rsidRPr="00DF2E58">
                    <w:rPr>
                      <w:rFonts w:ascii="Arial Narrow" w:hAnsi="Arial Narrow"/>
                      <w:sz w:val="18"/>
                      <w:szCs w:val="18"/>
                      <w:lang w:eastAsia="fr-FR" w:bidi="ar-SA"/>
                    </w:rPr>
                    <w:t xml:space="preserve"> </w:t>
                  </w:r>
                  <w:r w:rsidR="00DD5264" w:rsidRPr="00DD5264">
                    <w:rPr>
                      <w:rFonts w:ascii="Arial Narrow" w:hAnsi="Arial Narrow"/>
                      <w:color w:val="000000"/>
                      <w:sz w:val="18"/>
                      <w:szCs w:val="18"/>
                      <w:shd w:val="clear" w:color="auto" w:fill="FFFFFF"/>
                    </w:rPr>
                    <w:t xml:space="preserve"> </w:t>
                  </w:r>
                  <w:r w:rsidRPr="00DF2E58">
                    <w:rPr>
                      <w:rFonts w:ascii="Arial Narrow" w:hAnsi="Arial Narrow"/>
                      <w:sz w:val="18"/>
                      <w:szCs w:val="18"/>
                      <w:lang w:eastAsia="fr-FR" w:bidi="ar-SA"/>
                    </w:rPr>
                    <w:t>On</w:t>
                  </w:r>
                  <w:proofErr w:type="gramEnd"/>
                  <w:r w:rsidRPr="00DF2E58">
                    <w:rPr>
                      <w:rFonts w:ascii="Arial Narrow" w:hAnsi="Arial Narrow"/>
                      <w:sz w:val="18"/>
                      <w:szCs w:val="18"/>
                      <w:lang w:eastAsia="fr-FR" w:bidi="ar-SA"/>
                    </w:rPr>
                    <w:t xml:space="preserve"> </w:t>
                  </w:r>
                  <w:r w:rsidR="00716B58" w:rsidRPr="00FD551A">
                    <w:rPr>
                      <w:rFonts w:ascii="Arial Narrow" w:eastAsiaTheme="minorEastAsia" w:hAnsi="Arial Narrow" w:hint="cs"/>
                      <w:b/>
                      <w:bCs/>
                      <w:sz w:val="18"/>
                      <w:szCs w:val="18"/>
                      <w:rtl/>
                    </w:rPr>
                    <w:t>03</w:t>
                  </w:r>
                  <w:r w:rsidR="00716B58" w:rsidRPr="00FD551A">
                    <w:rPr>
                      <w:rFonts w:ascii="Arial Narrow" w:eastAsiaTheme="minorEastAsia" w:hAnsi="Arial Narrow"/>
                      <w:b/>
                      <w:bCs/>
                      <w:sz w:val="18"/>
                      <w:szCs w:val="18"/>
                    </w:rPr>
                    <w:t>-</w:t>
                  </w:r>
                  <w:r w:rsidR="00716B58" w:rsidRPr="00FD551A">
                    <w:rPr>
                      <w:rFonts w:ascii="Arial Narrow" w:eastAsiaTheme="minorEastAsia" w:hAnsi="Arial Narrow" w:hint="cs"/>
                      <w:b/>
                      <w:bCs/>
                      <w:sz w:val="18"/>
                      <w:szCs w:val="18"/>
                      <w:rtl/>
                    </w:rPr>
                    <w:t>03</w:t>
                  </w:r>
                  <w:r w:rsidR="00716B58" w:rsidRPr="00FD551A">
                    <w:rPr>
                      <w:rFonts w:ascii="Arial Narrow" w:eastAsiaTheme="minorEastAsia" w:hAnsi="Arial Narrow"/>
                      <w:b/>
                      <w:bCs/>
                      <w:sz w:val="18"/>
                      <w:szCs w:val="18"/>
                    </w:rPr>
                    <w:t>-202</w:t>
                  </w:r>
                  <w:r w:rsidR="00716B58" w:rsidRPr="00FD551A">
                    <w:rPr>
                      <w:rFonts w:ascii="Arial Narrow" w:eastAsiaTheme="minorEastAsia" w:hAnsi="Arial Narrow" w:hint="cs"/>
                      <w:b/>
                      <w:bCs/>
                      <w:sz w:val="18"/>
                      <w:szCs w:val="18"/>
                      <w:rtl/>
                    </w:rPr>
                    <w:t>6</w:t>
                  </w:r>
                  <w:r w:rsidR="00716B58" w:rsidRPr="001D5A91">
                    <w:rPr>
                      <w:rFonts w:ascii="Arial Narrow" w:eastAsiaTheme="minorEastAsia" w:hAnsi="Arial Narrow"/>
                      <w:b/>
                      <w:bCs/>
                      <w:sz w:val="18"/>
                      <w:szCs w:val="18"/>
                    </w:rPr>
                    <w:t xml:space="preserve"> at </w:t>
                  </w:r>
                  <w:r w:rsidR="00716B58">
                    <w:rPr>
                      <w:rFonts w:ascii="Arial Narrow" w:eastAsiaTheme="minorEastAsia" w:hAnsi="Arial Narrow" w:hint="cs"/>
                      <w:b/>
                      <w:bCs/>
                      <w:sz w:val="18"/>
                      <w:szCs w:val="18"/>
                      <w:rtl/>
                    </w:rPr>
                    <w:t>01</w:t>
                  </w:r>
                  <w:r w:rsidR="00716B58" w:rsidRPr="001D5A91">
                    <w:rPr>
                      <w:rFonts w:ascii="Arial Narrow" w:eastAsiaTheme="minorEastAsia" w:hAnsi="Arial Narrow"/>
                      <w:b/>
                      <w:bCs/>
                      <w:sz w:val="18"/>
                      <w:szCs w:val="18"/>
                    </w:rPr>
                    <w:t xml:space="preserve">:00 </w:t>
                  </w:r>
                  <w:r w:rsidR="00716B58">
                    <w:rPr>
                      <w:rFonts w:ascii="Arial Narrow" w:eastAsiaTheme="minorEastAsia" w:hAnsi="Arial Narrow"/>
                      <w:b/>
                      <w:bCs/>
                      <w:sz w:val="18"/>
                      <w:szCs w:val="18"/>
                    </w:rPr>
                    <w:t>P</w:t>
                  </w:r>
                  <w:r w:rsidR="00716B58" w:rsidRPr="001D5A91">
                    <w:rPr>
                      <w:rFonts w:ascii="Arial Narrow" w:eastAsiaTheme="minorEastAsia" w:hAnsi="Arial Narrow"/>
                      <w:b/>
                      <w:bCs/>
                      <w:sz w:val="18"/>
                      <w:szCs w:val="18"/>
                    </w:rPr>
                    <w:t xml:space="preserve">M </w:t>
                  </w:r>
                  <w:r w:rsidRPr="00DF2E58">
                    <w:rPr>
                      <w:rFonts w:ascii="Arial Narrow" w:hAnsi="Arial Narrow"/>
                      <w:sz w:val="18"/>
                      <w:szCs w:val="18"/>
                      <w:lang w:eastAsia="fr-FR" w:bidi="ar-SA"/>
                    </w:rPr>
                    <w:t>-</w:t>
                  </w:r>
                  <w:proofErr w:type="gramStart"/>
                  <w:r w:rsidRPr="00DF2E58">
                    <w:rPr>
                      <w:rFonts w:ascii="Arial Narrow" w:hAnsi="Arial Narrow"/>
                      <w:sz w:val="18"/>
                      <w:szCs w:val="18"/>
                      <w:lang w:eastAsia="fr-FR" w:bidi="ar-SA"/>
                    </w:rPr>
                    <w:t>Yemen</w:t>
                  </w:r>
                  <w:r w:rsidR="00DD5264">
                    <w:rPr>
                      <w:rFonts w:ascii="Arial Narrow" w:hAnsi="Arial Narrow"/>
                      <w:sz w:val="18"/>
                      <w:szCs w:val="18"/>
                      <w:lang w:eastAsia="fr-FR" w:bidi="ar-SA"/>
                    </w:rPr>
                    <w:t xml:space="preserve"> </w:t>
                  </w:r>
                  <w:r w:rsidRPr="00DF2E58">
                    <w:rPr>
                      <w:rFonts w:ascii="Arial Narrow" w:hAnsi="Arial Narrow"/>
                      <w:sz w:val="18"/>
                      <w:szCs w:val="18"/>
                      <w:lang w:eastAsia="fr-FR" w:bidi="ar-SA"/>
                    </w:rPr>
                    <w:t>.</w:t>
                  </w:r>
                  <w:proofErr w:type="gramEnd"/>
                  <w:r w:rsidRPr="00DF2E58">
                    <w:rPr>
                      <w:rFonts w:ascii="Arial Narrow" w:hAnsi="Arial Narrow"/>
                      <w:sz w:val="18"/>
                      <w:szCs w:val="18"/>
                      <w:lang w:eastAsia="fr-FR" w:bidi="ar-SA"/>
                    </w:rPr>
                    <w:t xml:space="preserve"> </w:t>
                  </w:r>
                </w:p>
                <w:p w14:paraId="27564483" w14:textId="14FF6C20" w:rsidR="00DF2E58" w:rsidRPr="00DF2E58" w:rsidRDefault="00DF2E58" w:rsidP="00D41F0D">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All bidders are encouraged to attend but attendance is not compulsory.</w:t>
                  </w:r>
                </w:p>
                <w:p w14:paraId="541C5116" w14:textId="77777777" w:rsidR="00DF2E58" w:rsidRDefault="00DF2E58" w:rsidP="00D41F0D">
                  <w:pPr>
                    <w:framePr w:hSpace="180" w:wrap="around" w:vAnchor="page" w:hAnchor="page" w:x="606" w:y="539"/>
                    <w:rPr>
                      <w:rFonts w:ascii="Arial Narrow" w:hAnsi="Arial Narrow"/>
                      <w:bCs/>
                      <w:sz w:val="18"/>
                      <w:szCs w:val="18"/>
                      <w:lang w:bidi="ar-SA"/>
                    </w:rPr>
                  </w:pPr>
                </w:p>
                <w:p w14:paraId="397AB81A" w14:textId="77777777" w:rsidR="00CC3854" w:rsidRDefault="00CC3854" w:rsidP="00D41F0D">
                  <w:pPr>
                    <w:framePr w:hSpace="180" w:wrap="around" w:vAnchor="page" w:hAnchor="page" w:x="606" w:y="539"/>
                    <w:rPr>
                      <w:rFonts w:ascii="Arial Narrow" w:hAnsi="Arial Narrow"/>
                      <w:bCs/>
                      <w:sz w:val="18"/>
                      <w:szCs w:val="18"/>
                      <w:lang w:bidi="ar-SA"/>
                    </w:rPr>
                  </w:pPr>
                </w:p>
                <w:p w14:paraId="12053B38" w14:textId="138E45E6" w:rsidR="00DF2E58" w:rsidRPr="00DF2E58" w:rsidRDefault="00DF2E58" w:rsidP="00D41F0D">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DBD9FC5" w14:textId="77777777" w:rsidR="00DF2E58" w:rsidRPr="00DF2E58" w:rsidRDefault="00DF2E58" w:rsidP="00D41F0D">
                  <w:pPr>
                    <w:framePr w:hSpace="180" w:wrap="around" w:vAnchor="page" w:hAnchor="page" w:x="606" w:y="539"/>
                    <w:ind w:left="339"/>
                    <w:rPr>
                      <w:rFonts w:ascii="Arial Narrow" w:hAnsi="Arial Narrow"/>
                      <w:bCs/>
                      <w:color w:val="000000"/>
                      <w:sz w:val="18"/>
                      <w:szCs w:val="18"/>
                      <w:lang w:bidi="ar-SA"/>
                    </w:rPr>
                  </w:pPr>
                </w:p>
                <w:p w14:paraId="1EA72CE6" w14:textId="732E514D" w:rsidR="00DF2E58" w:rsidRPr="00DF2E58" w:rsidRDefault="00DF2E58" w:rsidP="00D41F0D">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C26A4F" w:rsidRPr="00814249">
                    <w:rPr>
                      <w:rFonts w:ascii="Arial Narrow" w:eastAsiaTheme="minorHAnsi" w:hAnsi="Arial Narrow" w:cstheme="minorHAnsi" w:hint="cs"/>
                      <w:bCs/>
                      <w:sz w:val="18"/>
                      <w:szCs w:val="18"/>
                      <w:rtl/>
                    </w:rPr>
                    <w:t>10</w:t>
                  </w:r>
                  <w:r w:rsidR="00C26A4F" w:rsidRPr="00814249">
                    <w:rPr>
                      <w:rFonts w:ascii="Arial Narrow" w:eastAsiaTheme="minorHAnsi" w:hAnsi="Arial Narrow" w:cstheme="minorHAnsi"/>
                      <w:bCs/>
                      <w:sz w:val="18"/>
                      <w:szCs w:val="18"/>
                    </w:rPr>
                    <w:t>-</w:t>
                  </w:r>
                  <w:r w:rsidR="00C26A4F" w:rsidRPr="00814249">
                    <w:rPr>
                      <w:rFonts w:ascii="Arial Narrow" w:eastAsiaTheme="minorHAnsi" w:hAnsi="Arial Narrow" w:cstheme="minorHAnsi" w:hint="cs"/>
                      <w:bCs/>
                      <w:sz w:val="18"/>
                      <w:szCs w:val="18"/>
                      <w:rtl/>
                    </w:rPr>
                    <w:t>03</w:t>
                  </w:r>
                  <w:r w:rsidR="00C26A4F" w:rsidRPr="00814249">
                    <w:rPr>
                      <w:rFonts w:ascii="Arial Narrow" w:hAnsi="Arial Narrow" w:cstheme="minorHAnsi"/>
                      <w:bCs/>
                      <w:color w:val="000000"/>
                      <w:sz w:val="18"/>
                      <w:szCs w:val="18"/>
                    </w:rPr>
                    <w:t>-</w:t>
                  </w:r>
                  <w:r w:rsidR="00C26A4F" w:rsidRPr="00814249">
                    <w:rPr>
                      <w:rFonts w:ascii="Arial Narrow" w:hAnsi="Arial Narrow" w:cstheme="minorHAnsi"/>
                      <w:b/>
                      <w:color w:val="000000"/>
                      <w:sz w:val="18"/>
                      <w:szCs w:val="18"/>
                    </w:rPr>
                    <w:t>20</w:t>
                  </w:r>
                  <w:r w:rsidR="00C26A4F" w:rsidRPr="00814249">
                    <w:rPr>
                      <w:rFonts w:ascii="Arial Narrow" w:hAnsi="Arial Narrow" w:cstheme="minorHAnsi" w:hint="cs"/>
                      <w:bCs/>
                      <w:color w:val="000000"/>
                      <w:sz w:val="18"/>
                      <w:szCs w:val="18"/>
                      <w:rtl/>
                    </w:rPr>
                    <w:t>26</w:t>
                  </w:r>
                  <w:r w:rsidR="00C26A4F" w:rsidRPr="00C4794E">
                    <w:rPr>
                      <w:rFonts w:ascii="Arial Narrow" w:hAnsi="Arial Narrow" w:cstheme="minorHAnsi"/>
                      <w:bCs/>
                      <w:color w:val="000000"/>
                      <w:sz w:val="18"/>
                      <w:szCs w:val="18"/>
                    </w:rPr>
                    <w:t xml:space="preserve"> at </w:t>
                  </w:r>
                  <w:r w:rsidR="00C26A4F" w:rsidRPr="00814249">
                    <w:rPr>
                      <w:rFonts w:ascii="Arial Narrow" w:hAnsi="Arial Narrow" w:cstheme="minorHAnsi" w:hint="cs"/>
                      <w:bCs/>
                      <w:color w:val="000000"/>
                      <w:sz w:val="18"/>
                      <w:szCs w:val="18"/>
                      <w:rtl/>
                    </w:rPr>
                    <w:t>02</w:t>
                  </w:r>
                  <w:r w:rsidR="00C26A4F" w:rsidRPr="00C4794E">
                    <w:rPr>
                      <w:rFonts w:ascii="Arial Narrow" w:hAnsi="Arial Narrow" w:cstheme="minorHAnsi"/>
                      <w:b/>
                      <w:color w:val="000000"/>
                      <w:sz w:val="18"/>
                      <w:szCs w:val="18"/>
                    </w:rPr>
                    <w:t>:00</w:t>
                  </w:r>
                  <w:r w:rsidR="00C26A4F" w:rsidRPr="00C4794E">
                    <w:rPr>
                      <w:rFonts w:ascii="Arial Narrow" w:hAnsi="Arial Narrow" w:cstheme="minorHAnsi"/>
                      <w:bCs/>
                      <w:color w:val="000000"/>
                      <w:sz w:val="18"/>
                      <w:szCs w:val="18"/>
                    </w:rPr>
                    <w:t xml:space="preserve"> </w:t>
                  </w:r>
                  <w:r w:rsidR="00C26A4F">
                    <w:rPr>
                      <w:rFonts w:ascii="Arial Narrow" w:hAnsi="Arial Narrow" w:cstheme="minorHAnsi"/>
                      <w:bCs/>
                      <w:color w:val="000000"/>
                      <w:sz w:val="18"/>
                      <w:szCs w:val="18"/>
                    </w:rPr>
                    <w:t>P</w:t>
                  </w:r>
                  <w:r w:rsidR="00C26A4F" w:rsidRPr="00C4794E">
                    <w:rPr>
                      <w:rFonts w:ascii="Arial Narrow" w:hAnsi="Arial Narrow" w:cstheme="minorHAnsi"/>
                      <w:bCs/>
                      <w:color w:val="000000"/>
                      <w:sz w:val="18"/>
                      <w:szCs w:val="18"/>
                    </w:rPr>
                    <w:t xml:space="preserve">M </w:t>
                  </w:r>
                  <w:r w:rsidRPr="00DF2E58">
                    <w:rPr>
                      <w:rFonts w:ascii="Arial Narrow" w:eastAsia="Calibri" w:hAnsi="Arial Narrow" w:cs="Calibri"/>
                      <w:bCs/>
                      <w:color w:val="000000"/>
                      <w:sz w:val="18"/>
                      <w:szCs w:val="18"/>
                      <w:lang w:eastAsia="fr-FR" w:bidi="ar-SA"/>
                    </w:rPr>
                    <w:t xml:space="preserve">(Yemen time), </w:t>
                  </w:r>
                </w:p>
                <w:p w14:paraId="0E722F6D" w14:textId="77777777" w:rsidR="00DF2E58" w:rsidRPr="00DF2E58" w:rsidRDefault="00DF2E58" w:rsidP="00D41F0D">
                  <w:pPr>
                    <w:framePr w:hSpace="180" w:wrap="around" w:vAnchor="page" w:hAnchor="page" w:x="606" w:y="539"/>
                    <w:ind w:left="339"/>
                    <w:jc w:val="both"/>
                    <w:rPr>
                      <w:rFonts w:ascii="Arial Narrow" w:hAnsi="Arial Narrow" w:cs="Calibri"/>
                      <w:bCs/>
                      <w:color w:val="000000"/>
                      <w:sz w:val="18"/>
                      <w:szCs w:val="18"/>
                      <w:lang w:bidi="ar-SA"/>
                    </w:rPr>
                  </w:pPr>
                </w:p>
                <w:p w14:paraId="4D922118" w14:textId="77777777" w:rsidR="00DF2E58" w:rsidRPr="00DF2E58" w:rsidRDefault="00DF2E58" w:rsidP="00D41F0D">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2500B6F6" w14:textId="77777777" w:rsidR="00CC3854" w:rsidRPr="003804EE" w:rsidRDefault="00CC3854" w:rsidP="00D41F0D">
                  <w:pPr>
                    <w:framePr w:hSpace="180" w:wrap="around" w:vAnchor="page" w:hAnchor="page" w:x="606" w:y="539"/>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D41F0D">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Default="00BC1BBE" w:rsidP="00D41F0D">
                  <w:pPr>
                    <w:framePr w:hSpace="180" w:wrap="around" w:vAnchor="page" w:hAnchor="page" w:x="606" w:y="539"/>
                    <w:jc w:val="both"/>
                    <w:rPr>
                      <w:rStyle w:val="Hyperlink"/>
                      <w:rFonts w:cs="Arial"/>
                      <w:sz w:val="22"/>
                      <w:szCs w:val="22"/>
                      <w:lang w:val="en-GB"/>
                    </w:rPr>
                  </w:pPr>
                </w:p>
                <w:p w14:paraId="6A849EEF" w14:textId="77777777" w:rsidR="00CC3854" w:rsidRDefault="00CC3854" w:rsidP="00D41F0D">
                  <w:pPr>
                    <w:framePr w:hSpace="180" w:wrap="around" w:vAnchor="page" w:hAnchor="page" w:x="606" w:y="539"/>
                    <w:jc w:val="both"/>
                    <w:rPr>
                      <w:rStyle w:val="Hyperlink"/>
                      <w:rFonts w:cs="Arial"/>
                      <w:sz w:val="22"/>
                      <w:szCs w:val="22"/>
                      <w:lang w:val="en-GB"/>
                    </w:rPr>
                  </w:pPr>
                </w:p>
                <w:p w14:paraId="213C2A4E" w14:textId="77777777" w:rsidR="00F124F1" w:rsidRPr="006D446A" w:rsidRDefault="00F124F1" w:rsidP="00D41F0D">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D41F0D">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1916FE6" w14:textId="77777777" w:rsidR="00F4593A" w:rsidRDefault="00F4593A" w:rsidP="00D41F0D">
                  <w:pPr>
                    <w:framePr w:hSpace="180" w:wrap="around" w:vAnchor="page" w:hAnchor="page" w:x="606" w:y="539"/>
                    <w:bidi/>
                    <w:rPr>
                      <w:rFonts w:ascii="Arial Narrow" w:hAnsi="Arial Narrow"/>
                      <w:b/>
                      <w:sz w:val="18"/>
                      <w:szCs w:val="18"/>
                    </w:rPr>
                  </w:pPr>
                </w:p>
                <w:p w14:paraId="291D7033" w14:textId="7EA3160A" w:rsidR="003804EE" w:rsidRPr="00F116D0" w:rsidRDefault="003804EE" w:rsidP="00D41F0D">
                  <w:pPr>
                    <w:framePr w:hSpace="180" w:wrap="around" w:vAnchor="page" w:hAnchor="page" w:x="606" w:y="539"/>
                    <w:bidi/>
                    <w:rPr>
                      <w:rFonts w:ascii="Arial Narrow" w:hAnsi="Arial Narrow"/>
                      <w:b/>
                      <w:sz w:val="18"/>
                      <w:szCs w:val="18"/>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5090F81F" w14:textId="77777777" w:rsidR="004F15D1" w:rsidRPr="00F116D0" w:rsidRDefault="004F15D1" w:rsidP="00D41F0D">
                  <w:pPr>
                    <w:framePr w:hSpace="180" w:wrap="around" w:vAnchor="page" w:hAnchor="page" w:x="606" w:y="539"/>
                    <w:bidi/>
                    <w:rPr>
                      <w:rFonts w:ascii="Arial Narrow" w:hAnsi="Arial Narrow"/>
                      <w:b/>
                      <w:sz w:val="18"/>
                      <w:szCs w:val="18"/>
                      <w:rtl/>
                    </w:rPr>
                  </w:pPr>
                </w:p>
                <w:p w14:paraId="050B4913" w14:textId="77777777" w:rsidR="004F15D1" w:rsidRPr="00F116D0" w:rsidRDefault="004F15D1" w:rsidP="00D41F0D">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hyperlink r:id="rId17" w:history="1">
                    <w:r w:rsidRPr="00F116D0">
                      <w:rPr>
                        <w:rStyle w:val="Hyperlink"/>
                        <w:rFonts w:ascii="Arial Narrow" w:hAnsi="Arial Narrow" w:cs="Arial"/>
                        <w:bCs/>
                        <w:sz w:val="18"/>
                        <w:szCs w:val="18"/>
                      </w:rPr>
                      <w:t>https://yemenhr.com/tenders</w:t>
                    </w:r>
                  </w:hyperlink>
                </w:p>
                <w:p w14:paraId="38CE1E53" w14:textId="77777777" w:rsidR="00536662" w:rsidRPr="00F116D0" w:rsidRDefault="00536662" w:rsidP="00D41F0D">
                  <w:pPr>
                    <w:framePr w:hSpace="180" w:wrap="around" w:vAnchor="page" w:hAnchor="page" w:x="606" w:y="539"/>
                    <w:bidi/>
                    <w:rPr>
                      <w:rFonts w:ascii="Arial Narrow" w:hAnsi="Arial Narrow"/>
                      <w:b/>
                      <w:sz w:val="20"/>
                      <w:szCs w:val="20"/>
                      <w:rtl/>
                      <w:lang w:val="en-GB" w:bidi="ar-JO"/>
                    </w:rPr>
                  </w:pPr>
                </w:p>
                <w:p w14:paraId="68645C44" w14:textId="16BC22B8" w:rsidR="00536662" w:rsidRPr="00F116D0" w:rsidRDefault="003804EE" w:rsidP="00D41F0D">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3DDDB0A3" w14:textId="77777777" w:rsidR="003804EE" w:rsidRPr="00FF33B1" w:rsidRDefault="003804EE" w:rsidP="00D41F0D">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152A4717" w:rsidR="005F6601" w:rsidRPr="0001284B" w:rsidRDefault="005F6601" w:rsidP="00D41F0D">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687E13" w:rsidRPr="00687E13">
                    <w:rPr>
                      <w:rFonts w:ascii="Arial Narrow" w:eastAsiaTheme="minorEastAsia" w:hAnsi="Arial Narrow" w:cstheme="majorBidi"/>
                      <w:b/>
                      <w:bCs/>
                      <w:sz w:val="16"/>
                      <w:szCs w:val="16"/>
                    </w:rPr>
                    <w:t>10-03-2026</w:t>
                  </w:r>
                  <w:r w:rsidR="00687E13" w:rsidRPr="00687E13">
                    <w:rPr>
                      <w:rFonts w:ascii="Arial Narrow" w:eastAsiaTheme="minorEastAsia" w:hAnsi="Arial Narrow"/>
                      <w:b/>
                      <w:bCs/>
                      <w:sz w:val="16"/>
                      <w:szCs w:val="16"/>
                      <w:rtl/>
                    </w:rPr>
                    <w:t xml:space="preserve"> الساعة الـ    </w:t>
                  </w:r>
                  <w:r w:rsidR="00687E13">
                    <w:rPr>
                      <w:rFonts w:ascii="Arial Narrow" w:eastAsiaTheme="minorEastAsia" w:hAnsi="Arial Narrow"/>
                      <w:b/>
                      <w:bCs/>
                      <w:sz w:val="16"/>
                      <w:szCs w:val="16"/>
                    </w:rPr>
                    <w:t>01</w:t>
                  </w:r>
                  <w:r w:rsidR="00F50D1A">
                    <w:rPr>
                      <w:rFonts w:ascii="Arial Narrow" w:eastAsiaTheme="minorEastAsia" w:hAnsi="Arial Narrow"/>
                      <w:b/>
                      <w:bCs/>
                      <w:sz w:val="16"/>
                      <w:szCs w:val="16"/>
                    </w:rPr>
                    <w:t>:00</w:t>
                  </w:r>
                  <w:r w:rsidR="00687E13" w:rsidRPr="00687E13">
                    <w:rPr>
                      <w:rFonts w:ascii="Arial Narrow" w:eastAsiaTheme="minorEastAsia" w:hAnsi="Arial Narrow"/>
                      <w:b/>
                      <w:bCs/>
                      <w:sz w:val="16"/>
                      <w:szCs w:val="16"/>
                      <w:rtl/>
                    </w:rPr>
                    <w:t xml:space="preserve">   ظهرا </w:t>
                  </w:r>
                  <w:r w:rsidRPr="0001284B">
                    <w:rPr>
                      <w:rFonts w:ascii="Arial Narrow" w:eastAsiaTheme="minorEastAsia" w:hAnsi="Arial Narrow"/>
                      <w:sz w:val="18"/>
                      <w:szCs w:val="18"/>
                      <w:rtl/>
                    </w:rPr>
                    <w:t>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 </w:t>
                  </w:r>
                </w:p>
                <w:p w14:paraId="52B95703" w14:textId="77777777" w:rsidR="005F6601" w:rsidRPr="002D03A6" w:rsidRDefault="005F6601" w:rsidP="00D41F0D">
                  <w:pPr>
                    <w:framePr w:hSpace="180" w:wrap="around" w:vAnchor="page" w:hAnchor="page" w:x="606" w:y="539"/>
                    <w:tabs>
                      <w:tab w:val="right" w:pos="606"/>
                    </w:tabs>
                    <w:bidi/>
                    <w:ind w:right="567"/>
                    <w:rPr>
                      <w:rFonts w:ascii="Arial Narrow" w:eastAsiaTheme="minorEastAsia" w:hAnsi="Arial Narrow" w:cstheme="majorBidi"/>
                      <w:sz w:val="18"/>
                      <w:szCs w:val="18"/>
                    </w:rPr>
                  </w:pPr>
                </w:p>
                <w:p w14:paraId="361EF5C2" w14:textId="625E5C89" w:rsidR="008B2395" w:rsidRDefault="005748A1" w:rsidP="00D41F0D">
                  <w:pPr>
                    <w:framePr w:hSpace="180" w:wrap="around" w:vAnchor="page" w:hAnchor="page" w:x="606" w:y="539"/>
                    <w:tabs>
                      <w:tab w:val="right" w:pos="246"/>
                      <w:tab w:val="right" w:pos="606"/>
                      <w:tab w:val="right" w:pos="5016"/>
                    </w:tabs>
                    <w:bidi/>
                    <w:ind w:right="567"/>
                    <w:rPr>
                      <w:rFonts w:ascii="Arial Narrow" w:hAnsi="Arial Narrow" w:cs="Calibri"/>
                      <w:b/>
                      <w:bCs/>
                      <w:color w:val="0070C0"/>
                      <w:sz w:val="18"/>
                      <w:szCs w:val="18"/>
                    </w:rPr>
                  </w:pPr>
                  <w:r w:rsidRPr="005748A1">
                    <w:rPr>
                      <w:rFonts w:ascii="Arial Narrow" w:hAnsi="Arial Narrow" w:cs="Calibri"/>
                      <w:b/>
                      <w:bCs/>
                      <w:color w:val="0070C0"/>
                      <w:sz w:val="18"/>
                      <w:szCs w:val="18"/>
                    </w:rPr>
                    <w:t xml:space="preserve">15GJC/ZKXCFW/ZKXSTI/Al </w:t>
                  </w:r>
                  <w:proofErr w:type="spellStart"/>
                  <w:r w:rsidRPr="005748A1">
                    <w:rPr>
                      <w:rFonts w:ascii="Arial Narrow" w:hAnsi="Arial Narrow" w:cs="Calibri"/>
                      <w:b/>
                      <w:bCs/>
                      <w:color w:val="0070C0"/>
                      <w:sz w:val="18"/>
                      <w:szCs w:val="18"/>
                    </w:rPr>
                    <w:t>Dhalee</w:t>
                  </w:r>
                  <w:proofErr w:type="spellEnd"/>
                  <w:r w:rsidRPr="005748A1">
                    <w:rPr>
                      <w:rFonts w:ascii="Arial Narrow" w:hAnsi="Arial Narrow" w:cs="Calibri"/>
                      <w:b/>
                      <w:bCs/>
                      <w:color w:val="0070C0"/>
                      <w:sz w:val="18"/>
                      <w:szCs w:val="18"/>
                    </w:rPr>
                    <w:t>/LOG/YEM/</w:t>
                  </w:r>
                  <w:r w:rsidR="00677CC2">
                    <w:rPr>
                      <w:rFonts w:ascii="Arial Narrow" w:hAnsi="Arial Narrow" w:cs="Calibri"/>
                      <w:b/>
                      <w:bCs/>
                      <w:color w:val="0070C0"/>
                      <w:sz w:val="18"/>
                      <w:szCs w:val="18"/>
                    </w:rPr>
                    <w:t>25</w:t>
                  </w:r>
                  <w:r w:rsidRPr="005748A1">
                    <w:rPr>
                      <w:rFonts w:ascii="Arial Narrow" w:hAnsi="Arial Narrow" w:cs="Calibri"/>
                      <w:b/>
                      <w:bCs/>
                      <w:color w:val="0070C0"/>
                      <w:sz w:val="18"/>
                      <w:szCs w:val="18"/>
                    </w:rPr>
                    <w:t>-02-2026/001</w:t>
                  </w:r>
                </w:p>
                <w:p w14:paraId="0828A9AD" w14:textId="77777777" w:rsidR="005748A1" w:rsidRDefault="005748A1" w:rsidP="00D41F0D">
                  <w:pPr>
                    <w:framePr w:hSpace="180" w:wrap="around" w:vAnchor="page" w:hAnchor="page" w:x="606" w:y="539"/>
                    <w:tabs>
                      <w:tab w:val="right" w:pos="246"/>
                      <w:tab w:val="right" w:pos="606"/>
                      <w:tab w:val="right" w:pos="5016"/>
                    </w:tabs>
                    <w:bidi/>
                    <w:ind w:right="567"/>
                    <w:rPr>
                      <w:rFonts w:ascii="Arial Narrow" w:eastAsiaTheme="minorEastAsia" w:hAnsi="Arial Narrow" w:cstheme="majorBidi"/>
                      <w:sz w:val="18"/>
                      <w:szCs w:val="18"/>
                    </w:rPr>
                  </w:pPr>
                </w:p>
                <w:p w14:paraId="47D3CD5A" w14:textId="77777777" w:rsidR="00584B2D" w:rsidRPr="00F36CFC" w:rsidRDefault="00584B2D" w:rsidP="00584B2D">
                  <w:pPr>
                    <w:framePr w:hSpace="180" w:wrap="around" w:vAnchor="page" w:hAnchor="page" w:x="606" w:y="539"/>
                    <w:tabs>
                      <w:tab w:val="right" w:pos="246"/>
                      <w:tab w:val="right" w:pos="606"/>
                      <w:tab w:val="right" w:pos="5016"/>
                    </w:tabs>
                    <w:bidi/>
                    <w:ind w:right="567"/>
                    <w:rPr>
                      <w:rFonts w:ascii="Arial Narrow" w:eastAsiaTheme="minorEastAsia" w:hAnsi="Arial Narrow" w:cstheme="majorBidi"/>
                      <w:sz w:val="18"/>
                      <w:szCs w:val="18"/>
                      <w:rtl/>
                    </w:rPr>
                  </w:pPr>
                </w:p>
                <w:p w14:paraId="20D4D5BF" w14:textId="67A0BFB2" w:rsidR="005F6601" w:rsidRPr="0001284B" w:rsidRDefault="005F6601" w:rsidP="00D41F0D">
                  <w:pPr>
                    <w:framePr w:hSpace="180" w:wrap="around" w:vAnchor="page" w:hAnchor="page" w:x="606" w:y="539"/>
                    <w:bidi/>
                    <w:rPr>
                      <w:rFonts w:ascii="Arial Narrow" w:eastAsiaTheme="minorEastAsia" w:hAnsi="Arial Narrow" w:cs="Arial"/>
                      <w:b/>
                      <w:bCs/>
                      <w:sz w:val="18"/>
                      <w:szCs w:val="18"/>
                      <w:rtl/>
                      <w:lang w:bidi="ar-SA"/>
                    </w:rPr>
                  </w:pPr>
                  <w:r w:rsidRPr="0001284B">
                    <w:rPr>
                      <w:rFonts w:ascii="Arial Narrow" w:eastAsiaTheme="minorEastAsia" w:hAnsi="Arial Narrow" w:cs="Arial"/>
                      <w:b/>
                      <w:bCs/>
                      <w:sz w:val="18"/>
                      <w:szCs w:val="18"/>
                      <w:rtl/>
                    </w:rPr>
                    <w:t xml:space="preserve">وستنظم  اكتد اجتماع  تقديم تعليمات والرد على استفسارات المتقدمين قبل تقديم العطاءات </w:t>
                  </w:r>
                  <w:r w:rsidR="00074F81">
                    <w:rPr>
                      <w:rFonts w:ascii="Arial Narrow" w:eastAsiaTheme="minorEastAsia" w:hAnsi="Arial Narrow" w:cs="Arial"/>
                      <w:b/>
                      <w:bCs/>
                      <w:sz w:val="18"/>
                      <w:szCs w:val="18"/>
                    </w:rPr>
                    <w:t>P</w:t>
                  </w:r>
                  <w:r w:rsidR="00074F81" w:rsidRPr="00C4794E">
                    <w:rPr>
                      <w:rFonts w:ascii="Arial Narrow" w:eastAsiaTheme="minorEastAsia" w:hAnsi="Arial Narrow" w:cs="Arial"/>
                      <w:b/>
                      <w:bCs/>
                      <w:sz w:val="18"/>
                      <w:szCs w:val="18"/>
                    </w:rPr>
                    <w:t>M</w:t>
                  </w:r>
                  <w:r w:rsidR="00074F81" w:rsidRPr="00C4794E">
                    <w:rPr>
                      <w:rFonts w:ascii="Arial Narrow" w:eastAsiaTheme="minorEastAsia" w:hAnsi="Arial Narrow" w:cs="Arial"/>
                      <w:b/>
                      <w:bCs/>
                      <w:sz w:val="18"/>
                      <w:szCs w:val="18"/>
                      <w:rtl/>
                    </w:rPr>
                    <w:t xml:space="preserve"> </w:t>
                  </w:r>
                  <w:r w:rsidR="00074F81">
                    <w:rPr>
                      <w:rFonts w:ascii="Arial Narrow" w:eastAsiaTheme="minorEastAsia" w:hAnsi="Arial Narrow" w:cs="Arial"/>
                      <w:b/>
                      <w:bCs/>
                      <w:sz w:val="18"/>
                      <w:szCs w:val="18"/>
                    </w:rPr>
                    <w:t>01</w:t>
                  </w:r>
                  <w:r w:rsidR="00074F81" w:rsidRPr="00C4794E">
                    <w:rPr>
                      <w:rFonts w:ascii="Arial Narrow" w:eastAsiaTheme="minorEastAsia" w:hAnsi="Arial Narrow" w:cs="Arial"/>
                      <w:b/>
                      <w:bCs/>
                      <w:sz w:val="18"/>
                      <w:szCs w:val="18"/>
                    </w:rPr>
                    <w:t>:00</w:t>
                  </w:r>
                  <w:r w:rsidR="00074F81" w:rsidRPr="00C4794E">
                    <w:rPr>
                      <w:rFonts w:ascii="Arial Narrow" w:eastAsiaTheme="minorEastAsia" w:hAnsi="Arial Narrow" w:cs="Arial"/>
                      <w:b/>
                      <w:bCs/>
                      <w:sz w:val="18"/>
                      <w:szCs w:val="18"/>
                      <w:rtl/>
                    </w:rPr>
                    <w:t xml:space="preserve"> </w:t>
                  </w:r>
                  <w:r w:rsidR="00074F81">
                    <w:rPr>
                      <w:rFonts w:ascii="Arial Narrow" w:eastAsiaTheme="minorEastAsia" w:hAnsi="Arial Narrow" w:cs="Arial"/>
                      <w:b/>
                      <w:bCs/>
                      <w:sz w:val="18"/>
                      <w:szCs w:val="18"/>
                    </w:rPr>
                    <w:t>03</w:t>
                  </w:r>
                  <w:r w:rsidR="00074F81" w:rsidRPr="00017C51">
                    <w:rPr>
                      <w:rFonts w:ascii="Arial Narrow" w:eastAsiaTheme="minorEastAsia" w:hAnsi="Arial Narrow" w:cs="Arial"/>
                      <w:b/>
                      <w:bCs/>
                      <w:sz w:val="18"/>
                      <w:szCs w:val="18"/>
                    </w:rPr>
                    <w:t>-03-202</w:t>
                  </w:r>
                  <w:r w:rsidR="00074F81">
                    <w:rPr>
                      <w:rFonts w:ascii="Arial Narrow" w:eastAsiaTheme="minorEastAsia" w:hAnsi="Arial Narrow" w:cs="Arial"/>
                      <w:b/>
                      <w:bCs/>
                      <w:sz w:val="18"/>
                      <w:szCs w:val="18"/>
                    </w:rPr>
                    <w:t>6</w:t>
                  </w:r>
                  <w:r w:rsidRPr="0001284B">
                    <w:rPr>
                      <w:rFonts w:ascii="Arial Narrow" w:eastAsiaTheme="minorEastAsia" w:hAnsi="Arial Narrow" w:cs="Arial"/>
                      <w:b/>
                      <w:bCs/>
                      <w:sz w:val="18"/>
                      <w:szCs w:val="18"/>
                      <w:rtl/>
                    </w:rPr>
                    <w:t xml:space="preserve"> وسيتم تنظيمة في </w:t>
                  </w:r>
                  <w:r w:rsidR="00F82A99">
                    <w:rPr>
                      <w:rFonts w:ascii="Arial Narrow" w:eastAsiaTheme="minorEastAsia" w:hAnsi="Arial Narrow" w:cs="Arial" w:hint="cs"/>
                      <w:b/>
                      <w:bCs/>
                      <w:sz w:val="18"/>
                      <w:szCs w:val="18"/>
                      <w:rtl/>
                    </w:rPr>
                    <w:t>المكتب</w:t>
                  </w:r>
                  <w:r w:rsidRPr="0001284B">
                    <w:rPr>
                      <w:rFonts w:ascii="Arial Narrow" w:eastAsiaTheme="minorEastAsia" w:hAnsi="Arial Narrow" w:cs="Arial"/>
                      <w:b/>
                      <w:bCs/>
                      <w:sz w:val="18"/>
                      <w:szCs w:val="18"/>
                      <w:rtl/>
                    </w:rPr>
                    <w:t xml:space="preserve"> التابع لمنظمة أكتد في محافظة </w:t>
                  </w:r>
                  <w:r w:rsidRPr="0001284B">
                    <w:rPr>
                      <w:rFonts w:ascii="Arial Narrow" w:eastAsiaTheme="minorEastAsia" w:hAnsi="Arial Narrow" w:cs="Arial" w:hint="cs"/>
                      <w:b/>
                      <w:bCs/>
                      <w:sz w:val="18"/>
                      <w:szCs w:val="18"/>
                      <w:rtl/>
                    </w:rPr>
                    <w:t>الضالع</w:t>
                  </w:r>
                  <w:r w:rsidRPr="0001284B">
                    <w:rPr>
                      <w:rFonts w:ascii="Arial Narrow" w:eastAsiaTheme="minorEastAsia" w:hAnsi="Arial Narrow" w:cs="Arial"/>
                      <w:b/>
                      <w:bCs/>
                      <w:sz w:val="18"/>
                      <w:szCs w:val="18"/>
                      <w:rtl/>
                    </w:rPr>
                    <w:t xml:space="preserve"> بعنوان (</w:t>
                  </w:r>
                  <w:r w:rsidRPr="0001284B">
                    <w:rPr>
                      <w:rFonts w:ascii="Arial Narrow" w:eastAsiaTheme="minorEastAsia" w:hAnsi="Arial Narrow" w:cs="Arial"/>
                      <w:b/>
                      <w:bCs/>
                      <w:sz w:val="18"/>
                      <w:szCs w:val="18"/>
                      <w:rtl/>
                      <w:lang w:bidi="ar-SA"/>
                    </w:rPr>
                    <w:t xml:space="preserve">حبيل كريزة </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hint="cs"/>
                      <w:b/>
                      <w:bCs/>
                      <w:sz w:val="18"/>
                      <w:szCs w:val="18"/>
                      <w:rtl/>
                    </w:rPr>
                    <w:t>مدينة الضالع</w:t>
                  </w:r>
                  <w:r w:rsidRPr="0001284B">
                    <w:rPr>
                      <w:rFonts w:ascii="Arial Narrow" w:eastAsiaTheme="minorEastAsia" w:hAnsi="Arial Narrow" w:cs="Arial"/>
                      <w:b/>
                      <w:bCs/>
                      <w:sz w:val="18"/>
                      <w:szCs w:val="18"/>
                      <w:rtl/>
                    </w:rPr>
                    <w:t xml:space="preserve"> -اليمن)</w:t>
                  </w:r>
                  <w:r w:rsidR="00AF448C">
                    <w:rPr>
                      <w:rFonts w:ascii="Arial Narrow" w:eastAsiaTheme="minorEastAsia" w:hAnsi="Arial Narrow" w:cs="Arial"/>
                      <w:b/>
                      <w:bCs/>
                      <w:sz w:val="18"/>
                      <w:szCs w:val="18"/>
                    </w:rPr>
                    <w:t xml:space="preserve"> </w:t>
                  </w:r>
                  <w:r w:rsidR="00554EC0">
                    <w:rPr>
                      <w:rFonts w:ascii="Arial Narrow" w:eastAsiaTheme="minorEastAsia" w:hAnsi="Arial Narrow" w:cs="Arial"/>
                      <w:b/>
                      <w:bCs/>
                      <w:sz w:val="18"/>
                      <w:szCs w:val="18"/>
                      <w:lang w:bidi="ar-SA"/>
                    </w:rPr>
                    <w:t xml:space="preserve"> </w:t>
                  </w:r>
                </w:p>
                <w:p w14:paraId="2018C03A" w14:textId="77777777" w:rsidR="005F6601" w:rsidRPr="00C4794E" w:rsidRDefault="005F6601" w:rsidP="00D41F0D">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Default="005F6601" w:rsidP="00D41F0D">
                  <w:pPr>
                    <w:framePr w:hSpace="180" w:wrap="around" w:vAnchor="page" w:hAnchor="page" w:x="606" w:y="539"/>
                    <w:bidi/>
                    <w:rPr>
                      <w:rFonts w:ascii="Arial Narrow" w:hAnsi="Arial Narrow" w:cstheme="minorHAnsi"/>
                      <w:b/>
                      <w:sz w:val="18"/>
                      <w:szCs w:val="18"/>
                    </w:rPr>
                  </w:pPr>
                </w:p>
                <w:p w14:paraId="04873E50" w14:textId="77777777" w:rsidR="00346876" w:rsidRPr="00C4794E" w:rsidRDefault="00346876" w:rsidP="00D41F0D">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D41F0D">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407FC3C1" w14:textId="77777777" w:rsidR="00F124F1" w:rsidRPr="00C4794E" w:rsidRDefault="00F124F1" w:rsidP="00D41F0D">
                  <w:pPr>
                    <w:framePr w:hSpace="180" w:wrap="around" w:vAnchor="page" w:hAnchor="page" w:x="606" w:y="539"/>
                    <w:bidi/>
                    <w:rPr>
                      <w:rFonts w:ascii="Arial Narrow" w:hAnsi="Arial Narrow" w:cstheme="minorHAnsi"/>
                      <w:b/>
                      <w:sz w:val="18"/>
                      <w:szCs w:val="18"/>
                    </w:rPr>
                  </w:pPr>
                </w:p>
                <w:p w14:paraId="5E44457E" w14:textId="665C490B" w:rsidR="00346876" w:rsidRDefault="005F6601" w:rsidP="00D41F0D">
                  <w:pPr>
                    <w:framePr w:hSpace="180" w:wrap="around" w:vAnchor="page" w:hAnchor="page" w:x="606" w:y="539"/>
                    <w:bidi/>
                    <w:rPr>
                      <w:rFonts w:ascii="Arial Narrow" w:eastAsiaTheme="minorHAnsi" w:hAnsi="Arial Narrow" w:cs="Calibr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B072D3" w:rsidRPr="00814249">
                    <w:rPr>
                      <w:rFonts w:ascii="Arial Narrow" w:eastAsiaTheme="minorHAnsi" w:hAnsi="Arial Narrow" w:cs="Calibri"/>
                      <w:b/>
                      <w:sz w:val="18"/>
                      <w:szCs w:val="18"/>
                    </w:rPr>
                    <w:t>10</w:t>
                  </w:r>
                  <w:r w:rsidR="00B072D3" w:rsidRPr="00814249">
                    <w:rPr>
                      <w:rFonts w:ascii="Arial Narrow" w:eastAsiaTheme="minorHAnsi" w:hAnsi="Arial Narrow" w:cstheme="minorHAnsi"/>
                      <w:b/>
                      <w:sz w:val="18"/>
                      <w:szCs w:val="18"/>
                    </w:rPr>
                    <w:t>-03-2026</w:t>
                  </w:r>
                  <w:r w:rsidR="00B072D3" w:rsidRPr="00C4794E">
                    <w:rPr>
                      <w:rFonts w:ascii="Arial Narrow" w:eastAsiaTheme="minorHAnsi" w:hAnsi="Arial Narrow" w:cs="Calibri"/>
                      <w:b/>
                      <w:sz w:val="18"/>
                      <w:szCs w:val="18"/>
                      <w:rtl/>
                    </w:rPr>
                    <w:t xml:space="preserve">  </w:t>
                  </w:r>
                  <w:r w:rsidR="00B072D3">
                    <w:rPr>
                      <w:rFonts w:ascii="Arial Narrow" w:eastAsiaTheme="minorHAnsi" w:hAnsi="Arial Narrow" w:cs="Calibri"/>
                      <w:b/>
                      <w:sz w:val="18"/>
                      <w:szCs w:val="18"/>
                    </w:rPr>
                    <w:t>02</w:t>
                  </w:r>
                  <w:r w:rsidR="00B072D3" w:rsidRPr="00C4794E">
                    <w:rPr>
                      <w:rFonts w:ascii="Arial Narrow" w:eastAsiaTheme="minorHAnsi" w:hAnsi="Arial Narrow" w:cstheme="minorHAnsi"/>
                      <w:b/>
                      <w:sz w:val="18"/>
                      <w:szCs w:val="18"/>
                    </w:rPr>
                    <w:t>:00</w:t>
                  </w:r>
                  <w:r w:rsidR="00B072D3" w:rsidRPr="00C4794E">
                    <w:rPr>
                      <w:rFonts w:ascii="Arial Narrow" w:eastAsiaTheme="minorHAnsi" w:hAnsi="Arial Narrow" w:cs="Calibri"/>
                      <w:b/>
                      <w:sz w:val="18"/>
                      <w:szCs w:val="18"/>
                      <w:rtl/>
                    </w:rPr>
                    <w:t xml:space="preserve">  </w:t>
                  </w:r>
                  <w:r w:rsidR="00B072D3">
                    <w:rPr>
                      <w:rFonts w:ascii="Arial Narrow" w:eastAsiaTheme="minorHAnsi" w:hAnsi="Arial Narrow" w:cs="Calibri" w:hint="cs"/>
                      <w:b/>
                      <w:sz w:val="18"/>
                      <w:szCs w:val="18"/>
                      <w:rtl/>
                    </w:rPr>
                    <w:t>ظهرا</w:t>
                  </w:r>
                  <w:r w:rsidR="00B072D3" w:rsidRPr="00C4794E">
                    <w:rPr>
                      <w:rFonts w:ascii="Arial Narrow" w:eastAsiaTheme="minorHAnsi" w:hAnsi="Arial Narrow" w:cs="Calibri"/>
                      <w:b/>
                      <w:sz w:val="18"/>
                      <w:szCs w:val="18"/>
                      <w:rtl/>
                    </w:rPr>
                    <w:t xml:space="preserve">  </w:t>
                  </w:r>
                  <w:r w:rsidRPr="0001284B">
                    <w:rPr>
                      <w:rFonts w:ascii="Arial Narrow" w:eastAsiaTheme="minorHAnsi" w:hAnsi="Arial Narrow" w:cs="Calibri"/>
                      <w:b/>
                      <w:sz w:val="18"/>
                      <w:szCs w:val="18"/>
                      <w:rtl/>
                    </w:rPr>
                    <w:t>بتوقيت اليمن</w:t>
                  </w:r>
                </w:p>
                <w:p w14:paraId="183A8F61" w14:textId="77777777" w:rsidR="00346876" w:rsidRPr="00346876" w:rsidRDefault="00346876" w:rsidP="00D41F0D">
                  <w:pPr>
                    <w:framePr w:hSpace="180" w:wrap="around" w:vAnchor="page" w:hAnchor="page" w:x="606" w:y="539"/>
                    <w:bidi/>
                    <w:rPr>
                      <w:rFonts w:ascii="Arial Narrow" w:eastAsiaTheme="minorHAnsi" w:hAnsi="Arial Narrow" w:cstheme="minorHAnsi"/>
                      <w:b/>
                      <w:sz w:val="18"/>
                      <w:szCs w:val="18"/>
                    </w:rPr>
                  </w:pPr>
                </w:p>
                <w:p w14:paraId="492F6276" w14:textId="77777777" w:rsidR="005F6601" w:rsidRPr="00C4794E" w:rsidRDefault="005F6601" w:rsidP="00D41F0D">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r w:rsidRPr="00C4794E">
                    <w:rPr>
                      <w:rFonts w:ascii="Arial Narrow" w:eastAsia="Calibri" w:hAnsi="Arial Narrow" w:cstheme="minorHAnsi"/>
                      <w:b/>
                      <w:sz w:val="18"/>
                      <w:szCs w:val="18"/>
                      <w:lang w:eastAsia="fr-FR"/>
                    </w:rPr>
                    <w:t xml:space="preserve"> </w:t>
                  </w:r>
                </w:p>
                <w:p w14:paraId="39186A9F" w14:textId="791FEDB8" w:rsidR="00A67485" w:rsidRPr="003804EE" w:rsidRDefault="00A67485" w:rsidP="00D41F0D">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Default="003804EE" w:rsidP="00D41F0D">
                  <w:pPr>
                    <w:framePr w:hSpace="180" w:wrap="around" w:vAnchor="page" w:hAnchor="page" w:x="606" w:y="539"/>
                    <w:bidi/>
                    <w:rPr>
                      <w:rFonts w:ascii="Arial Narrow" w:hAnsi="Arial Narrow" w:cs="Calibri"/>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8"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E1D4E6F" w14:textId="77777777" w:rsidR="0078539A" w:rsidRPr="00096CB3" w:rsidRDefault="0078539A" w:rsidP="00D41F0D">
                  <w:pPr>
                    <w:framePr w:hSpace="180" w:wrap="around" w:vAnchor="page" w:hAnchor="page" w:x="606" w:y="539"/>
                    <w:bidi/>
                    <w:rPr>
                      <w:rFonts w:ascii="Arial Narrow" w:hAnsi="Arial Narrow" w:cs="Calibri"/>
                      <w:b/>
                      <w:sz w:val="20"/>
                      <w:szCs w:val="20"/>
                    </w:rPr>
                  </w:pPr>
                </w:p>
                <w:p w14:paraId="7F0C75E1" w14:textId="3C80B8E4" w:rsidR="568C056D" w:rsidRDefault="568C056D" w:rsidP="00D41F0D">
                  <w:pPr>
                    <w:framePr w:hSpace="180" w:wrap="around" w:vAnchor="page" w:hAnchor="page" w:x="606" w:y="539"/>
                    <w:bidi/>
                    <w:rPr>
                      <w:rFonts w:ascii="Arial Narrow" w:hAnsi="Arial Narrow" w:cs="Calibri"/>
                      <w:b/>
                      <w:bCs/>
                      <w:sz w:val="20"/>
                      <w:szCs w:val="20"/>
                    </w:rPr>
                  </w:pPr>
                </w:p>
                <w:p w14:paraId="72A4B7A6" w14:textId="77777777" w:rsidR="003857B6" w:rsidRDefault="003804EE" w:rsidP="00D41F0D">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D41F0D">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19"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0"/>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E3DB6" w14:textId="77777777" w:rsidR="00447B53" w:rsidRDefault="00447B53">
      <w:r>
        <w:separator/>
      </w:r>
    </w:p>
  </w:endnote>
  <w:endnote w:type="continuationSeparator" w:id="0">
    <w:p w14:paraId="51E6A96F" w14:textId="77777777" w:rsidR="00447B53" w:rsidRDefault="00447B53">
      <w:r>
        <w:continuationSeparator/>
      </w:r>
    </w:p>
  </w:endnote>
  <w:endnote w:type="continuationNotice" w:id="1">
    <w:p w14:paraId="04E89BBF" w14:textId="77777777" w:rsidR="00447B53" w:rsidRDefault="00447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Content>
      <w:sdt>
        <w:sdtPr>
          <w:id w:val="1728636285"/>
          <w:docPartObj>
            <w:docPartGallery w:val="Page Numbers (Top of Page)"/>
            <w:docPartUnique/>
          </w:docPartObj>
        </w:sdtPr>
        <w:sdtContent>
          <w:p w14:paraId="315EE6CC" w14:textId="77777777" w:rsidR="00CE1CCF" w:rsidRPr="00325F74" w:rsidRDefault="001E0599">
            <w:pPr>
              <w:pStyle w:val="Footer"/>
              <w:jc w:val="center"/>
              <w:rPr>
                <w:b/>
                <w:bCs/>
                <w:sz w:val="18"/>
                <w:szCs w:val="18"/>
              </w:rPr>
            </w:pPr>
            <w:r w:rsidRPr="00325F74">
              <w:rPr>
                <w:sz w:val="18"/>
                <w:szCs w:val="18"/>
              </w:rPr>
              <w:t xml:space="preserve">Page </w:t>
            </w:r>
            <w:r w:rsidRPr="00325F74">
              <w:rPr>
                <w:b/>
                <w:bCs/>
                <w:sz w:val="18"/>
                <w:szCs w:val="18"/>
              </w:rPr>
              <w:fldChar w:fldCharType="begin"/>
            </w:r>
            <w:r w:rsidRPr="00325F74">
              <w:rPr>
                <w:b/>
                <w:bCs/>
                <w:sz w:val="18"/>
                <w:szCs w:val="18"/>
              </w:rPr>
              <w:instrText xml:space="preserve"> PAGE </w:instrText>
            </w:r>
            <w:r w:rsidRPr="00325F74">
              <w:rPr>
                <w:b/>
                <w:bCs/>
                <w:sz w:val="18"/>
                <w:szCs w:val="18"/>
              </w:rPr>
              <w:fldChar w:fldCharType="separate"/>
            </w:r>
            <w:r w:rsidRPr="00325F74">
              <w:rPr>
                <w:b/>
                <w:bCs/>
                <w:noProof/>
                <w:sz w:val="18"/>
                <w:szCs w:val="18"/>
              </w:rPr>
              <w:t>2</w:t>
            </w:r>
            <w:r w:rsidRPr="00325F74">
              <w:rPr>
                <w:b/>
                <w:bCs/>
                <w:sz w:val="18"/>
                <w:szCs w:val="18"/>
              </w:rPr>
              <w:fldChar w:fldCharType="end"/>
            </w:r>
            <w:r w:rsidRPr="00325F74">
              <w:rPr>
                <w:sz w:val="18"/>
                <w:szCs w:val="18"/>
              </w:rPr>
              <w:t xml:space="preserve"> of </w:t>
            </w:r>
            <w:r w:rsidRPr="00325F74">
              <w:rPr>
                <w:b/>
                <w:bCs/>
                <w:sz w:val="18"/>
                <w:szCs w:val="18"/>
              </w:rPr>
              <w:fldChar w:fldCharType="begin"/>
            </w:r>
            <w:r w:rsidRPr="00325F74">
              <w:rPr>
                <w:b/>
                <w:bCs/>
                <w:sz w:val="18"/>
                <w:szCs w:val="18"/>
              </w:rPr>
              <w:instrText xml:space="preserve"> NUMPAGES  </w:instrText>
            </w:r>
            <w:r w:rsidRPr="00325F74">
              <w:rPr>
                <w:b/>
                <w:bCs/>
                <w:sz w:val="18"/>
                <w:szCs w:val="18"/>
              </w:rPr>
              <w:fldChar w:fldCharType="separate"/>
            </w:r>
            <w:r w:rsidRPr="00325F74">
              <w:rPr>
                <w:b/>
                <w:bCs/>
                <w:noProof/>
                <w:sz w:val="18"/>
                <w:szCs w:val="18"/>
              </w:rPr>
              <w:t>2</w:t>
            </w:r>
            <w:r w:rsidRPr="00325F74">
              <w:rPr>
                <w:b/>
                <w:bCs/>
                <w:sz w:val="18"/>
                <w:szCs w:val="18"/>
              </w:rPr>
              <w:fldChar w:fldCharType="end"/>
            </w:r>
          </w:p>
          <w:p w14:paraId="23961664" w14:textId="5D39C694" w:rsidR="001E0599" w:rsidRPr="0033369D" w:rsidRDefault="004F1C5B" w:rsidP="0033369D">
            <w:pPr>
              <w:jc w:val="center"/>
              <w:rPr>
                <w:rFonts w:ascii="Calibri" w:eastAsia="Calibri" w:hAnsi="Calibri" w:cs="Calibri"/>
                <w:b/>
                <w:bCs/>
                <w:color w:val="0070C0"/>
                <w:sz w:val="20"/>
                <w:szCs w:val="20"/>
                <w:u w:val="single"/>
              </w:rPr>
            </w:pPr>
            <w:r w:rsidRPr="004F1C5B">
              <w:rPr>
                <w:rFonts w:ascii="Calibri" w:eastAsia="Calibri" w:hAnsi="Calibri" w:cs="Calibri"/>
                <w:b/>
                <w:bCs/>
                <w:color w:val="0070C0"/>
                <w:sz w:val="20"/>
                <w:szCs w:val="20"/>
              </w:rPr>
              <w:t xml:space="preserve">15GJC/ZKXCFW/ZKXSTI/Al </w:t>
            </w:r>
            <w:proofErr w:type="spellStart"/>
            <w:r w:rsidRPr="004F1C5B">
              <w:rPr>
                <w:rFonts w:ascii="Calibri" w:eastAsia="Calibri" w:hAnsi="Calibri" w:cs="Calibri"/>
                <w:b/>
                <w:bCs/>
                <w:color w:val="0070C0"/>
                <w:sz w:val="20"/>
                <w:szCs w:val="20"/>
              </w:rPr>
              <w:t>Dhalee</w:t>
            </w:r>
            <w:proofErr w:type="spellEnd"/>
            <w:r w:rsidRPr="004F1C5B">
              <w:rPr>
                <w:rFonts w:ascii="Calibri" w:eastAsia="Calibri" w:hAnsi="Calibri" w:cs="Calibri"/>
                <w:b/>
                <w:bCs/>
                <w:color w:val="0070C0"/>
                <w:sz w:val="20"/>
                <w:szCs w:val="20"/>
              </w:rPr>
              <w:t>/LOG/YEM/</w:t>
            </w:r>
            <w:r w:rsidR="00F4228A">
              <w:rPr>
                <w:rFonts w:ascii="Calibri" w:eastAsia="Calibri" w:hAnsi="Calibri" w:cs="Calibri"/>
                <w:b/>
                <w:bCs/>
                <w:color w:val="0070C0"/>
                <w:sz w:val="20"/>
                <w:szCs w:val="20"/>
              </w:rPr>
              <w:t>25</w:t>
            </w:r>
            <w:r w:rsidRPr="004F1C5B">
              <w:rPr>
                <w:rFonts w:ascii="Calibri" w:eastAsia="Calibri" w:hAnsi="Calibri" w:cs="Calibri"/>
                <w:b/>
                <w:bCs/>
                <w:color w:val="0070C0"/>
                <w:sz w:val="20"/>
                <w:szCs w:val="20"/>
              </w:rPr>
              <w:t>-02-2026/001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4719D" w14:textId="77777777" w:rsidR="00447B53" w:rsidRDefault="00447B53">
      <w:r>
        <w:separator/>
      </w:r>
    </w:p>
  </w:footnote>
  <w:footnote w:type="continuationSeparator" w:id="0">
    <w:p w14:paraId="2DE940A2" w14:textId="77777777" w:rsidR="00447B53" w:rsidRDefault="00447B53">
      <w:r>
        <w:continuationSeparator/>
      </w:r>
    </w:p>
  </w:footnote>
  <w:footnote w:type="continuationNotice" w:id="1">
    <w:p w14:paraId="795FE823" w14:textId="77777777" w:rsidR="00447B53" w:rsidRDefault="00447B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0773"/>
    <w:rsid w:val="000710CF"/>
    <w:rsid w:val="00071BBA"/>
    <w:rsid w:val="00072477"/>
    <w:rsid w:val="000728CD"/>
    <w:rsid w:val="00072D5E"/>
    <w:rsid w:val="000748B7"/>
    <w:rsid w:val="00074F81"/>
    <w:rsid w:val="00075E9D"/>
    <w:rsid w:val="00076875"/>
    <w:rsid w:val="00077F34"/>
    <w:rsid w:val="0008242A"/>
    <w:rsid w:val="00083496"/>
    <w:rsid w:val="00083EA0"/>
    <w:rsid w:val="000849B7"/>
    <w:rsid w:val="0008693A"/>
    <w:rsid w:val="000872CC"/>
    <w:rsid w:val="000879E2"/>
    <w:rsid w:val="00090091"/>
    <w:rsid w:val="00091D18"/>
    <w:rsid w:val="000927DE"/>
    <w:rsid w:val="00094686"/>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2D17"/>
    <w:rsid w:val="00123239"/>
    <w:rsid w:val="00124506"/>
    <w:rsid w:val="001260D3"/>
    <w:rsid w:val="00126386"/>
    <w:rsid w:val="00127088"/>
    <w:rsid w:val="00127945"/>
    <w:rsid w:val="0013369A"/>
    <w:rsid w:val="00134D9B"/>
    <w:rsid w:val="001353D2"/>
    <w:rsid w:val="0013650A"/>
    <w:rsid w:val="00136CBB"/>
    <w:rsid w:val="00137D37"/>
    <w:rsid w:val="001417F3"/>
    <w:rsid w:val="0014259C"/>
    <w:rsid w:val="00142765"/>
    <w:rsid w:val="00143110"/>
    <w:rsid w:val="00143BD8"/>
    <w:rsid w:val="001441A8"/>
    <w:rsid w:val="00145C19"/>
    <w:rsid w:val="00146C95"/>
    <w:rsid w:val="00146F51"/>
    <w:rsid w:val="001502AF"/>
    <w:rsid w:val="0015063D"/>
    <w:rsid w:val="001510E0"/>
    <w:rsid w:val="001555C4"/>
    <w:rsid w:val="00160700"/>
    <w:rsid w:val="0016204A"/>
    <w:rsid w:val="00162080"/>
    <w:rsid w:val="0016218B"/>
    <w:rsid w:val="00164401"/>
    <w:rsid w:val="00166E85"/>
    <w:rsid w:val="00173BD1"/>
    <w:rsid w:val="0017461D"/>
    <w:rsid w:val="00176A81"/>
    <w:rsid w:val="001776D0"/>
    <w:rsid w:val="00181DB0"/>
    <w:rsid w:val="0018325B"/>
    <w:rsid w:val="001853BC"/>
    <w:rsid w:val="0018585A"/>
    <w:rsid w:val="00190559"/>
    <w:rsid w:val="001936AA"/>
    <w:rsid w:val="001A046F"/>
    <w:rsid w:val="001A117A"/>
    <w:rsid w:val="001A14CE"/>
    <w:rsid w:val="001A56F1"/>
    <w:rsid w:val="001B2F73"/>
    <w:rsid w:val="001B3C52"/>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A54"/>
    <w:rsid w:val="00234CCD"/>
    <w:rsid w:val="00234DB1"/>
    <w:rsid w:val="002354A1"/>
    <w:rsid w:val="00236A33"/>
    <w:rsid w:val="00237757"/>
    <w:rsid w:val="002402E6"/>
    <w:rsid w:val="0024474E"/>
    <w:rsid w:val="00254C23"/>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77DEC"/>
    <w:rsid w:val="00280EF1"/>
    <w:rsid w:val="00281B2E"/>
    <w:rsid w:val="002825E5"/>
    <w:rsid w:val="00282CE4"/>
    <w:rsid w:val="00283069"/>
    <w:rsid w:val="00283BDE"/>
    <w:rsid w:val="0028625A"/>
    <w:rsid w:val="00287F7C"/>
    <w:rsid w:val="002924C8"/>
    <w:rsid w:val="00295331"/>
    <w:rsid w:val="002954F2"/>
    <w:rsid w:val="002956FF"/>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20EF"/>
    <w:rsid w:val="003032D7"/>
    <w:rsid w:val="00306C8D"/>
    <w:rsid w:val="00307CAB"/>
    <w:rsid w:val="0031141C"/>
    <w:rsid w:val="0031164C"/>
    <w:rsid w:val="003124CE"/>
    <w:rsid w:val="00312607"/>
    <w:rsid w:val="003156E0"/>
    <w:rsid w:val="00316B72"/>
    <w:rsid w:val="00317681"/>
    <w:rsid w:val="00321194"/>
    <w:rsid w:val="00324B00"/>
    <w:rsid w:val="00325713"/>
    <w:rsid w:val="00325F74"/>
    <w:rsid w:val="003277DF"/>
    <w:rsid w:val="0033033E"/>
    <w:rsid w:val="00330DB2"/>
    <w:rsid w:val="0033369D"/>
    <w:rsid w:val="00333FD0"/>
    <w:rsid w:val="00334C5D"/>
    <w:rsid w:val="003362AC"/>
    <w:rsid w:val="00337A1C"/>
    <w:rsid w:val="00340469"/>
    <w:rsid w:val="00341849"/>
    <w:rsid w:val="00345335"/>
    <w:rsid w:val="00346876"/>
    <w:rsid w:val="00346C71"/>
    <w:rsid w:val="00346FE1"/>
    <w:rsid w:val="00350732"/>
    <w:rsid w:val="00350ECE"/>
    <w:rsid w:val="003567E1"/>
    <w:rsid w:val="00362525"/>
    <w:rsid w:val="00364DBE"/>
    <w:rsid w:val="003669EC"/>
    <w:rsid w:val="003671E0"/>
    <w:rsid w:val="00370949"/>
    <w:rsid w:val="003744EB"/>
    <w:rsid w:val="00377043"/>
    <w:rsid w:val="003804EE"/>
    <w:rsid w:val="00380A41"/>
    <w:rsid w:val="00383E8E"/>
    <w:rsid w:val="003857B6"/>
    <w:rsid w:val="00387CC0"/>
    <w:rsid w:val="00391E16"/>
    <w:rsid w:val="0039332B"/>
    <w:rsid w:val="00394091"/>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5A69"/>
    <w:rsid w:val="0040652A"/>
    <w:rsid w:val="0040772C"/>
    <w:rsid w:val="00412599"/>
    <w:rsid w:val="004138F7"/>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47B53"/>
    <w:rsid w:val="004511CB"/>
    <w:rsid w:val="00453920"/>
    <w:rsid w:val="00454FB1"/>
    <w:rsid w:val="0045642A"/>
    <w:rsid w:val="0046207F"/>
    <w:rsid w:val="00462AED"/>
    <w:rsid w:val="00466FB3"/>
    <w:rsid w:val="00471D58"/>
    <w:rsid w:val="00472824"/>
    <w:rsid w:val="00472E68"/>
    <w:rsid w:val="00474C87"/>
    <w:rsid w:val="004758D4"/>
    <w:rsid w:val="004759C9"/>
    <w:rsid w:val="00477C68"/>
    <w:rsid w:val="004816DA"/>
    <w:rsid w:val="00483FC8"/>
    <w:rsid w:val="00484772"/>
    <w:rsid w:val="00494970"/>
    <w:rsid w:val="00496A70"/>
    <w:rsid w:val="004977D3"/>
    <w:rsid w:val="004A1CE4"/>
    <w:rsid w:val="004A343E"/>
    <w:rsid w:val="004A38CC"/>
    <w:rsid w:val="004A40D0"/>
    <w:rsid w:val="004A791F"/>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043"/>
    <w:rsid w:val="004E194E"/>
    <w:rsid w:val="004E7565"/>
    <w:rsid w:val="004E7B76"/>
    <w:rsid w:val="004E7D5F"/>
    <w:rsid w:val="004F15D1"/>
    <w:rsid w:val="004F1C5B"/>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116E"/>
    <w:rsid w:val="0052284C"/>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4EC0"/>
    <w:rsid w:val="00556019"/>
    <w:rsid w:val="005568E4"/>
    <w:rsid w:val="005577DE"/>
    <w:rsid w:val="00561831"/>
    <w:rsid w:val="00561BC1"/>
    <w:rsid w:val="00570212"/>
    <w:rsid w:val="0057119A"/>
    <w:rsid w:val="00573A76"/>
    <w:rsid w:val="005748A1"/>
    <w:rsid w:val="005752F6"/>
    <w:rsid w:val="005754A1"/>
    <w:rsid w:val="00576173"/>
    <w:rsid w:val="00577996"/>
    <w:rsid w:val="005817A9"/>
    <w:rsid w:val="00582167"/>
    <w:rsid w:val="00582937"/>
    <w:rsid w:val="00582B46"/>
    <w:rsid w:val="00584719"/>
    <w:rsid w:val="005848A0"/>
    <w:rsid w:val="00584B2D"/>
    <w:rsid w:val="00584FE6"/>
    <w:rsid w:val="005853E9"/>
    <w:rsid w:val="0059196D"/>
    <w:rsid w:val="00591C30"/>
    <w:rsid w:val="00593278"/>
    <w:rsid w:val="00594D31"/>
    <w:rsid w:val="00594E45"/>
    <w:rsid w:val="00595C3C"/>
    <w:rsid w:val="00596DBE"/>
    <w:rsid w:val="005A01EF"/>
    <w:rsid w:val="005A0345"/>
    <w:rsid w:val="005A07C4"/>
    <w:rsid w:val="005A0976"/>
    <w:rsid w:val="005A0E18"/>
    <w:rsid w:val="005A1195"/>
    <w:rsid w:val="005A156D"/>
    <w:rsid w:val="005A2456"/>
    <w:rsid w:val="005A403B"/>
    <w:rsid w:val="005A7FFE"/>
    <w:rsid w:val="005B1FDF"/>
    <w:rsid w:val="005B2E2B"/>
    <w:rsid w:val="005B46D7"/>
    <w:rsid w:val="005B4F73"/>
    <w:rsid w:val="005B5CEA"/>
    <w:rsid w:val="005B6D87"/>
    <w:rsid w:val="005C042F"/>
    <w:rsid w:val="005C2014"/>
    <w:rsid w:val="005C4CBD"/>
    <w:rsid w:val="005C55B9"/>
    <w:rsid w:val="005C5A7C"/>
    <w:rsid w:val="005D4088"/>
    <w:rsid w:val="005D5C5B"/>
    <w:rsid w:val="005E15BD"/>
    <w:rsid w:val="005E287C"/>
    <w:rsid w:val="005E2D90"/>
    <w:rsid w:val="005E3C13"/>
    <w:rsid w:val="005F3AFF"/>
    <w:rsid w:val="005F5383"/>
    <w:rsid w:val="005F56C4"/>
    <w:rsid w:val="005F6601"/>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719B0"/>
    <w:rsid w:val="00671A9B"/>
    <w:rsid w:val="00676E8E"/>
    <w:rsid w:val="00677CC2"/>
    <w:rsid w:val="00683BF5"/>
    <w:rsid w:val="00684746"/>
    <w:rsid w:val="0068766A"/>
    <w:rsid w:val="00687C45"/>
    <w:rsid w:val="00687E13"/>
    <w:rsid w:val="006901B5"/>
    <w:rsid w:val="00690591"/>
    <w:rsid w:val="00690655"/>
    <w:rsid w:val="006947F3"/>
    <w:rsid w:val="00694986"/>
    <w:rsid w:val="006958BD"/>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3554"/>
    <w:rsid w:val="007140CC"/>
    <w:rsid w:val="0071433A"/>
    <w:rsid w:val="0071538C"/>
    <w:rsid w:val="00716B58"/>
    <w:rsid w:val="0071738A"/>
    <w:rsid w:val="007226FC"/>
    <w:rsid w:val="00726F33"/>
    <w:rsid w:val="0072727F"/>
    <w:rsid w:val="0073031C"/>
    <w:rsid w:val="00730C15"/>
    <w:rsid w:val="00731958"/>
    <w:rsid w:val="00732AC6"/>
    <w:rsid w:val="00741128"/>
    <w:rsid w:val="007417BE"/>
    <w:rsid w:val="007425FC"/>
    <w:rsid w:val="00744B0D"/>
    <w:rsid w:val="0074615E"/>
    <w:rsid w:val="00746DC2"/>
    <w:rsid w:val="00751EC1"/>
    <w:rsid w:val="0075296A"/>
    <w:rsid w:val="00752EA3"/>
    <w:rsid w:val="00753B48"/>
    <w:rsid w:val="0075494B"/>
    <w:rsid w:val="00754F5D"/>
    <w:rsid w:val="007567E7"/>
    <w:rsid w:val="00757981"/>
    <w:rsid w:val="0076004C"/>
    <w:rsid w:val="00761AE4"/>
    <w:rsid w:val="007705C2"/>
    <w:rsid w:val="00770AE1"/>
    <w:rsid w:val="00770E9C"/>
    <w:rsid w:val="00771164"/>
    <w:rsid w:val="0077237C"/>
    <w:rsid w:val="007765B1"/>
    <w:rsid w:val="007775F2"/>
    <w:rsid w:val="00777E1E"/>
    <w:rsid w:val="00781424"/>
    <w:rsid w:val="0078539A"/>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6F43"/>
    <w:rsid w:val="007D7D7A"/>
    <w:rsid w:val="007E2CBE"/>
    <w:rsid w:val="007E2F4B"/>
    <w:rsid w:val="007E3183"/>
    <w:rsid w:val="007E4C52"/>
    <w:rsid w:val="007E552F"/>
    <w:rsid w:val="007E5BD7"/>
    <w:rsid w:val="007E72D3"/>
    <w:rsid w:val="007F1D29"/>
    <w:rsid w:val="007F2ABF"/>
    <w:rsid w:val="007F546A"/>
    <w:rsid w:val="0080000A"/>
    <w:rsid w:val="00804A90"/>
    <w:rsid w:val="008059D5"/>
    <w:rsid w:val="0080686B"/>
    <w:rsid w:val="00807100"/>
    <w:rsid w:val="00810CCA"/>
    <w:rsid w:val="008124B7"/>
    <w:rsid w:val="008125CD"/>
    <w:rsid w:val="008135BF"/>
    <w:rsid w:val="008171BE"/>
    <w:rsid w:val="0082003E"/>
    <w:rsid w:val="0082043E"/>
    <w:rsid w:val="008235E8"/>
    <w:rsid w:val="008239D8"/>
    <w:rsid w:val="00823B7D"/>
    <w:rsid w:val="008246F0"/>
    <w:rsid w:val="00835186"/>
    <w:rsid w:val="00836184"/>
    <w:rsid w:val="00837B97"/>
    <w:rsid w:val="008427AF"/>
    <w:rsid w:val="008449E9"/>
    <w:rsid w:val="00845EB8"/>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76388"/>
    <w:rsid w:val="00883194"/>
    <w:rsid w:val="008879F8"/>
    <w:rsid w:val="00890041"/>
    <w:rsid w:val="00893C8C"/>
    <w:rsid w:val="00896A61"/>
    <w:rsid w:val="008A2760"/>
    <w:rsid w:val="008A3A38"/>
    <w:rsid w:val="008A3A5C"/>
    <w:rsid w:val="008A3F72"/>
    <w:rsid w:val="008A6F05"/>
    <w:rsid w:val="008A77E8"/>
    <w:rsid w:val="008B02EC"/>
    <w:rsid w:val="008B18A9"/>
    <w:rsid w:val="008B1DE9"/>
    <w:rsid w:val="008B233D"/>
    <w:rsid w:val="008B2395"/>
    <w:rsid w:val="008B24AC"/>
    <w:rsid w:val="008B4C9E"/>
    <w:rsid w:val="008B4E09"/>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8F2021"/>
    <w:rsid w:val="009010B8"/>
    <w:rsid w:val="00903919"/>
    <w:rsid w:val="00905897"/>
    <w:rsid w:val="00906020"/>
    <w:rsid w:val="00913C2E"/>
    <w:rsid w:val="00914B56"/>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0D1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1AFA"/>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8C"/>
    <w:rsid w:val="00AF44A7"/>
    <w:rsid w:val="00AF5C36"/>
    <w:rsid w:val="00B00756"/>
    <w:rsid w:val="00B013EB"/>
    <w:rsid w:val="00B02763"/>
    <w:rsid w:val="00B04465"/>
    <w:rsid w:val="00B0577A"/>
    <w:rsid w:val="00B072D3"/>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4763F"/>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7CE4"/>
    <w:rsid w:val="00B87F6D"/>
    <w:rsid w:val="00B90883"/>
    <w:rsid w:val="00B93110"/>
    <w:rsid w:val="00B96E99"/>
    <w:rsid w:val="00BA09BB"/>
    <w:rsid w:val="00BA1172"/>
    <w:rsid w:val="00BA148B"/>
    <w:rsid w:val="00BA19C6"/>
    <w:rsid w:val="00BA373A"/>
    <w:rsid w:val="00BA3C3E"/>
    <w:rsid w:val="00BA3CD2"/>
    <w:rsid w:val="00BB043D"/>
    <w:rsid w:val="00BB10F7"/>
    <w:rsid w:val="00BB161F"/>
    <w:rsid w:val="00BB405B"/>
    <w:rsid w:val="00BB534D"/>
    <w:rsid w:val="00BB63EB"/>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1F0B"/>
    <w:rsid w:val="00BF46CB"/>
    <w:rsid w:val="00BF4818"/>
    <w:rsid w:val="00BF4A0F"/>
    <w:rsid w:val="00BF4F22"/>
    <w:rsid w:val="00BF69EC"/>
    <w:rsid w:val="00BF70BC"/>
    <w:rsid w:val="00BF7844"/>
    <w:rsid w:val="00C0024A"/>
    <w:rsid w:val="00C0146F"/>
    <w:rsid w:val="00C01EE6"/>
    <w:rsid w:val="00C160FA"/>
    <w:rsid w:val="00C17C45"/>
    <w:rsid w:val="00C17C87"/>
    <w:rsid w:val="00C2287B"/>
    <w:rsid w:val="00C244E7"/>
    <w:rsid w:val="00C26A4F"/>
    <w:rsid w:val="00C30885"/>
    <w:rsid w:val="00C32937"/>
    <w:rsid w:val="00C33610"/>
    <w:rsid w:val="00C35613"/>
    <w:rsid w:val="00C3642B"/>
    <w:rsid w:val="00C37A04"/>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5D09"/>
    <w:rsid w:val="00C97CE0"/>
    <w:rsid w:val="00CA0091"/>
    <w:rsid w:val="00CA0226"/>
    <w:rsid w:val="00CA1660"/>
    <w:rsid w:val="00CA2573"/>
    <w:rsid w:val="00CA61D9"/>
    <w:rsid w:val="00CA7AFE"/>
    <w:rsid w:val="00CB137C"/>
    <w:rsid w:val="00CB6519"/>
    <w:rsid w:val="00CC149F"/>
    <w:rsid w:val="00CC18B4"/>
    <w:rsid w:val="00CC3854"/>
    <w:rsid w:val="00CC6CAC"/>
    <w:rsid w:val="00CC7EC7"/>
    <w:rsid w:val="00CD02E2"/>
    <w:rsid w:val="00CD1D72"/>
    <w:rsid w:val="00CD3AF5"/>
    <w:rsid w:val="00CD49FD"/>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4E85"/>
    <w:rsid w:val="00D0540B"/>
    <w:rsid w:val="00D10A8A"/>
    <w:rsid w:val="00D11F27"/>
    <w:rsid w:val="00D12893"/>
    <w:rsid w:val="00D13181"/>
    <w:rsid w:val="00D1377E"/>
    <w:rsid w:val="00D1415C"/>
    <w:rsid w:val="00D15E1D"/>
    <w:rsid w:val="00D20393"/>
    <w:rsid w:val="00D230F5"/>
    <w:rsid w:val="00D24A41"/>
    <w:rsid w:val="00D24FE0"/>
    <w:rsid w:val="00D2595B"/>
    <w:rsid w:val="00D27CCE"/>
    <w:rsid w:val="00D31576"/>
    <w:rsid w:val="00D325BE"/>
    <w:rsid w:val="00D32C1E"/>
    <w:rsid w:val="00D33613"/>
    <w:rsid w:val="00D35DB0"/>
    <w:rsid w:val="00D360A3"/>
    <w:rsid w:val="00D36C6C"/>
    <w:rsid w:val="00D36C77"/>
    <w:rsid w:val="00D378AB"/>
    <w:rsid w:val="00D40DDB"/>
    <w:rsid w:val="00D41F0D"/>
    <w:rsid w:val="00D524AF"/>
    <w:rsid w:val="00D530B7"/>
    <w:rsid w:val="00D54470"/>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1274"/>
    <w:rsid w:val="00DA20D8"/>
    <w:rsid w:val="00DA5A02"/>
    <w:rsid w:val="00DA7FDB"/>
    <w:rsid w:val="00DB054F"/>
    <w:rsid w:val="00DC2369"/>
    <w:rsid w:val="00DC570B"/>
    <w:rsid w:val="00DC662B"/>
    <w:rsid w:val="00DC723B"/>
    <w:rsid w:val="00DC7753"/>
    <w:rsid w:val="00DC7944"/>
    <w:rsid w:val="00DD28F1"/>
    <w:rsid w:val="00DD3BF7"/>
    <w:rsid w:val="00DD5264"/>
    <w:rsid w:val="00DD6229"/>
    <w:rsid w:val="00DD65D5"/>
    <w:rsid w:val="00DE1176"/>
    <w:rsid w:val="00DE319E"/>
    <w:rsid w:val="00DE3A14"/>
    <w:rsid w:val="00DE48D3"/>
    <w:rsid w:val="00DE5FB2"/>
    <w:rsid w:val="00DF05F6"/>
    <w:rsid w:val="00DF2E58"/>
    <w:rsid w:val="00E02ED5"/>
    <w:rsid w:val="00E050E5"/>
    <w:rsid w:val="00E06A7B"/>
    <w:rsid w:val="00E11074"/>
    <w:rsid w:val="00E111DB"/>
    <w:rsid w:val="00E13F5D"/>
    <w:rsid w:val="00E14A55"/>
    <w:rsid w:val="00E2346B"/>
    <w:rsid w:val="00E30A91"/>
    <w:rsid w:val="00E35593"/>
    <w:rsid w:val="00E35C45"/>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5E6"/>
    <w:rsid w:val="00EC06A2"/>
    <w:rsid w:val="00EC3A10"/>
    <w:rsid w:val="00EC3D73"/>
    <w:rsid w:val="00EC4AAA"/>
    <w:rsid w:val="00EC66E3"/>
    <w:rsid w:val="00EC7182"/>
    <w:rsid w:val="00EC78CC"/>
    <w:rsid w:val="00ED1E6B"/>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6D0"/>
    <w:rsid w:val="00F11F1E"/>
    <w:rsid w:val="00F124F1"/>
    <w:rsid w:val="00F125FD"/>
    <w:rsid w:val="00F217A5"/>
    <w:rsid w:val="00F2306B"/>
    <w:rsid w:val="00F2310A"/>
    <w:rsid w:val="00F305EE"/>
    <w:rsid w:val="00F30633"/>
    <w:rsid w:val="00F31C66"/>
    <w:rsid w:val="00F33024"/>
    <w:rsid w:val="00F347E2"/>
    <w:rsid w:val="00F35AD0"/>
    <w:rsid w:val="00F36CFC"/>
    <w:rsid w:val="00F420C8"/>
    <w:rsid w:val="00F4228A"/>
    <w:rsid w:val="00F42E56"/>
    <w:rsid w:val="00F4443F"/>
    <w:rsid w:val="00F4464F"/>
    <w:rsid w:val="00F4593A"/>
    <w:rsid w:val="00F5052C"/>
    <w:rsid w:val="00F5059E"/>
    <w:rsid w:val="00F50D1A"/>
    <w:rsid w:val="00F52519"/>
    <w:rsid w:val="00F53143"/>
    <w:rsid w:val="00F5513C"/>
    <w:rsid w:val="00F62A84"/>
    <w:rsid w:val="00F631DF"/>
    <w:rsid w:val="00F63330"/>
    <w:rsid w:val="00F6589E"/>
    <w:rsid w:val="00F66A46"/>
    <w:rsid w:val="00F67B8B"/>
    <w:rsid w:val="00F70661"/>
    <w:rsid w:val="00F7707C"/>
    <w:rsid w:val="00F77951"/>
    <w:rsid w:val="00F82A99"/>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0FF6F6C"/>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959EF7D0-3053-4463-8A7F-D2728401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A69"/>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mailto:transparency@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3.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4.xml><?xml version="1.0" encoding="utf-8"?>
<ds:datastoreItem xmlns:ds="http://schemas.openxmlformats.org/officeDocument/2006/customXml" ds:itemID="{CA22037B-22F0-4B96-938A-C491838BC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97</TotalTime>
  <Pages>2</Pages>
  <Words>848</Words>
  <Characters>4834</Characters>
  <Application>Microsoft Office Word</Application>
  <DocSecurity>0</DocSecurity>
  <Lines>40</Lines>
  <Paragraphs>11</Paragraphs>
  <ScaleCrop>false</ScaleCrop>
  <Company>PSF CI</Company>
  <LinksUpToDate>false</LinksUpToDate>
  <CharactersWithSpaces>5671</CharactersWithSpaces>
  <SharedDoc>false</SharedDoc>
  <HLinks>
    <vt:vector size="48" baseType="variant">
      <vt:variant>
        <vt:i4>7929949</vt:i4>
      </vt:variant>
      <vt:variant>
        <vt:i4>21</vt:i4>
      </vt:variant>
      <vt:variant>
        <vt:i4>0</vt:i4>
      </vt:variant>
      <vt:variant>
        <vt:i4>5</vt:i4>
      </vt:variant>
      <vt:variant>
        <vt:lpwstr>mailto:transparency@acted.org</vt:lpwstr>
      </vt:variant>
      <vt:variant>
        <vt:lpwstr/>
      </vt:variant>
      <vt:variant>
        <vt:i4>458791</vt:i4>
      </vt:variant>
      <vt:variant>
        <vt:i4>18</vt:i4>
      </vt:variant>
      <vt:variant>
        <vt:i4>0</vt:i4>
      </vt:variant>
      <vt:variant>
        <vt:i4>5</vt:i4>
      </vt:variant>
      <vt:variant>
        <vt:lpwstr>mailto:tender@acted.org</vt:lpwstr>
      </vt:variant>
      <vt:variant>
        <vt:lpwstr/>
      </vt:variant>
      <vt:variant>
        <vt:i4>6553657</vt:i4>
      </vt:variant>
      <vt:variant>
        <vt:i4>15</vt:i4>
      </vt:variant>
      <vt:variant>
        <vt:i4>0</vt:i4>
      </vt:variant>
      <vt:variant>
        <vt:i4>5</vt:i4>
      </vt:variant>
      <vt:variant>
        <vt:lpwstr>https://yemenhr.com/tenders</vt:lpwstr>
      </vt:variant>
      <vt:variant>
        <vt:lpwstr/>
      </vt:variant>
      <vt:variant>
        <vt:i4>7929949</vt:i4>
      </vt:variant>
      <vt:variant>
        <vt:i4>12</vt:i4>
      </vt:variant>
      <vt:variant>
        <vt:i4>0</vt:i4>
      </vt:variant>
      <vt:variant>
        <vt:i4>5</vt:i4>
      </vt:variant>
      <vt:variant>
        <vt:lpwstr>mailto:transparency@acted.org</vt:lpwstr>
      </vt:variant>
      <vt:variant>
        <vt:lpwstr/>
      </vt:variant>
      <vt:variant>
        <vt:i4>458791</vt:i4>
      </vt:variant>
      <vt:variant>
        <vt:i4>9</vt:i4>
      </vt:variant>
      <vt:variant>
        <vt:i4>0</vt:i4>
      </vt:variant>
      <vt:variant>
        <vt:i4>5</vt:i4>
      </vt:variant>
      <vt:variant>
        <vt:lpwstr>mailto:tender@acted.org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8192009</vt:i4>
      </vt:variant>
      <vt:variant>
        <vt:i4>3</vt:i4>
      </vt:variant>
      <vt:variant>
        <vt:i4>0</vt:i4>
      </vt:variant>
      <vt:variant>
        <vt:i4>5</vt:i4>
      </vt:variant>
      <vt:variant>
        <vt:lpwstr>mailto:yemen.tender@acted.org</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194</cp:revision>
  <cp:lastPrinted>2024-12-04T23:53:00Z</cp:lastPrinted>
  <dcterms:created xsi:type="dcterms:W3CDTF">2023-04-18T21:15:00Z</dcterms:created>
  <dcterms:modified xsi:type="dcterms:W3CDTF">2026-02-25T11:42:00Z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